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jc w:val="left"/>
        <w:rPr>
          <w:rFonts w:ascii="宋体" w:cs="Times New Roman"/>
          <w:sz w:val="24"/>
          <w:szCs w:val="24"/>
        </w:rPr>
      </w:pPr>
    </w:p>
    <w:p>
      <w:pPr>
        <w:ind w:right="-693" w:rightChars="-330"/>
        <w:jc w:val="center"/>
        <w:rPr>
          <w:rFonts w:ascii="黑体" w:eastAsia="黑体" w:cs="Times New Roman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湖北文理学院美术学院“专升本”考试</w:t>
      </w:r>
      <w:r>
        <w:rPr>
          <w:rFonts w:ascii="黑体" w:eastAsia="黑体" w:cs="黑体"/>
          <w:sz w:val="28"/>
          <w:szCs w:val="28"/>
        </w:rPr>
        <w:t xml:space="preserve"> </w:t>
      </w:r>
    </w:p>
    <w:p>
      <w:pPr>
        <w:ind w:left="178" w:leftChars="85" w:right="-693" w:rightChars="-330"/>
        <w:jc w:val="center"/>
        <w:rPr>
          <w:rFonts w:ascii="黑体" w:eastAsia="黑体" w:cs="Times New Roman"/>
          <w:sz w:val="28"/>
          <w:szCs w:val="28"/>
        </w:rPr>
      </w:pPr>
      <w:r>
        <w:rPr>
          <w:rFonts w:ascii="黑体" w:eastAsia="黑体" w:cs="黑体"/>
          <w:sz w:val="28"/>
          <w:szCs w:val="28"/>
        </w:rPr>
        <w:t xml:space="preserve"> </w:t>
      </w:r>
      <w:r>
        <w:rPr>
          <w:rFonts w:hint="eastAsia" w:ascii="黑体" w:eastAsia="黑体" w:cs="黑体"/>
          <w:sz w:val="28"/>
          <w:szCs w:val="28"/>
        </w:rPr>
        <w:t>中外美术鉴赏试卷</w:t>
      </w:r>
      <w:r>
        <w:rPr>
          <w:rFonts w:ascii="黑体" w:eastAsia="黑体" w:cs="黑体"/>
          <w:color w:val="0070C0"/>
          <w:sz w:val="28"/>
          <w:szCs w:val="28"/>
        </w:rPr>
        <w:t>(</w:t>
      </w:r>
      <w:r>
        <w:rPr>
          <w:rFonts w:hint="eastAsia" w:ascii="黑体" w:eastAsia="黑体" w:cs="黑体"/>
          <w:color w:val="0070C0"/>
          <w:sz w:val="28"/>
          <w:szCs w:val="28"/>
        </w:rPr>
        <w:t>样卷</w:t>
      </w:r>
      <w:r>
        <w:rPr>
          <w:rFonts w:ascii="黑体" w:eastAsia="黑体" w:cs="黑体"/>
          <w:color w:val="0070C0"/>
          <w:sz w:val="28"/>
          <w:szCs w:val="28"/>
        </w:rPr>
        <w:t xml:space="preserve">) </w:t>
      </w:r>
    </w:p>
    <w:p>
      <w:pPr>
        <w:rPr>
          <w:sz w:val="24"/>
          <w:szCs w:val="24"/>
        </w:rPr>
      </w:pPr>
      <w:r>
        <w:rPr>
          <w:rFonts w:hint="eastAsia" w:cs="宋体"/>
        </w:rPr>
        <w:t>准考证号</w:t>
      </w:r>
      <w:r>
        <w:t xml:space="preserve">__________   </w:t>
      </w:r>
      <w:r>
        <w:rPr>
          <w:rFonts w:hint="eastAsia" w:cs="宋体"/>
        </w:rPr>
        <w:t>姓名</w:t>
      </w:r>
      <w:r>
        <w:rPr>
          <w:sz w:val="24"/>
          <w:szCs w:val="24"/>
        </w:rPr>
        <w:t xml:space="preserve"> ___________</w:t>
      </w:r>
    </w:p>
    <w:p>
      <w:pPr>
        <w:rPr>
          <w:rFonts w:cs="Times New Roman"/>
          <w:sz w:val="24"/>
          <w:szCs w:val="24"/>
        </w:rPr>
      </w:pPr>
      <w:r>
        <w:t xml:space="preserve"> </w:t>
      </w:r>
    </w:p>
    <w:p>
      <w:pPr>
        <w:rPr>
          <w:rFonts w:cs="Times New Roman"/>
        </w:rPr>
      </w:pPr>
    </w:p>
    <w:tbl>
      <w:tblPr>
        <w:tblStyle w:val="4"/>
        <w:tblW w:w="0" w:type="auto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1004"/>
        <w:gridCol w:w="1004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dxa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题目</w:t>
            </w:r>
          </w:p>
        </w:tc>
        <w:tc>
          <w:tcPr>
            <w:tcW w:w="1004" w:type="dxa"/>
          </w:tcPr>
          <w:p>
            <w:pPr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一</w:t>
            </w:r>
          </w:p>
        </w:tc>
        <w:tc>
          <w:tcPr>
            <w:tcW w:w="1004" w:type="dxa"/>
          </w:tcPr>
          <w:p>
            <w:pPr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二</w:t>
            </w:r>
          </w:p>
        </w:tc>
        <w:tc>
          <w:tcPr>
            <w:tcW w:w="1004" w:type="dxa"/>
          </w:tcPr>
          <w:p>
            <w:pPr>
              <w:ind w:firstLine="240" w:firstLineChars="1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dxa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满分</w:t>
            </w:r>
          </w:p>
        </w:tc>
        <w:tc>
          <w:tcPr>
            <w:tcW w:w="100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0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00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1" w:type="dxa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得分</w:t>
            </w:r>
          </w:p>
        </w:tc>
        <w:tc>
          <w:tcPr>
            <w:tcW w:w="1004" w:type="dxa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>
            <w:pPr>
              <w:rPr>
                <w:rFonts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rFonts w:cs="Times New Roman"/>
          <w:sz w:val="24"/>
          <w:szCs w:val="24"/>
        </w:rPr>
      </w:pPr>
    </w:p>
    <w:p>
      <w:pPr>
        <w:spacing w:line="360" w:lineRule="auto"/>
        <w:ind w:left="562" w:hanging="562" w:hangingChars="200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b/>
          <w:bCs/>
          <w:sz w:val="28"/>
          <w:szCs w:val="28"/>
        </w:rPr>
        <w:t>一、选择题</w:t>
      </w:r>
      <w:r>
        <w:rPr>
          <w:rFonts w:hint="eastAsia" w:cs="宋体"/>
          <w:b/>
          <w:bCs/>
          <w:sz w:val="24"/>
          <w:szCs w:val="24"/>
        </w:rPr>
        <w:t>（每题</w:t>
      </w:r>
      <w:r>
        <w:rPr>
          <w:b/>
          <w:bCs/>
          <w:sz w:val="24"/>
          <w:szCs w:val="24"/>
        </w:rPr>
        <w:t>1</w:t>
      </w:r>
      <w:r>
        <w:rPr>
          <w:rFonts w:hint="eastAsia" w:cs="宋体"/>
          <w:b/>
          <w:bCs/>
          <w:sz w:val="24"/>
          <w:szCs w:val="24"/>
        </w:rPr>
        <w:t>分）：</w:t>
      </w:r>
      <w:r>
        <w:rPr>
          <w:rFonts w:hint="eastAsia" w:cs="宋体"/>
          <w:sz w:val="24"/>
          <w:szCs w:val="24"/>
        </w:rPr>
        <w:t>（</w:t>
      </w:r>
      <w:r>
        <w:rPr>
          <w:rFonts w:hint="eastAsia" w:cs="宋体"/>
        </w:rPr>
        <w:t>从下列各题</w:t>
      </w:r>
      <w:r>
        <w:t>3</w:t>
      </w:r>
      <w:r>
        <w:rPr>
          <w:rFonts w:hint="eastAsia" w:cs="宋体"/>
        </w:rPr>
        <w:t>个备选答案中选出一个正确答案，并将其代号写在题前括号内。选错者不得分。</w:t>
      </w:r>
      <w:r>
        <w:rPr>
          <w:rFonts w:hint="eastAsia" w:cs="宋体"/>
          <w:sz w:val="24"/>
          <w:szCs w:val="24"/>
        </w:rPr>
        <w:t>）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、《人面鱼纹彩陶盆》出土于仰韶彩陶文化哪个遗址：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庙底沟；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马家窑；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半坡。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</w:t>
      </w:r>
      <w:r>
        <w:rPr>
          <w:rFonts w:hint="eastAsia" w:cs="宋体"/>
          <w:sz w:val="24"/>
          <w:szCs w:val="24"/>
        </w:rPr>
        <w:t>、《舞蹈彩陶盆》出土于仰韶彩陶文化哪个类型：</w:t>
      </w:r>
    </w:p>
    <w:p>
      <w:pPr>
        <w:spacing w:line="360" w:lineRule="auto"/>
        <w:ind w:firstLine="600" w:firstLineChars="250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A.</w:t>
      </w:r>
      <w:r>
        <w:rPr>
          <w:rFonts w:hint="eastAsia" w:cs="宋体"/>
          <w:sz w:val="24"/>
          <w:szCs w:val="24"/>
        </w:rPr>
        <w:t>庙底沟；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马家窑；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半坡。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</w:t>
      </w:r>
      <w:r>
        <w:rPr>
          <w:rFonts w:hint="eastAsia" w:cs="宋体"/>
          <w:sz w:val="24"/>
          <w:szCs w:val="24"/>
        </w:rPr>
        <w:t>、“</w:t>
      </w:r>
      <w:r>
        <w:rPr>
          <w:sz w:val="24"/>
          <w:szCs w:val="24"/>
        </w:rPr>
        <w:t>C</w:t>
      </w:r>
      <w:r>
        <w:rPr>
          <w:rFonts w:hint="eastAsia" w:cs="宋体"/>
          <w:sz w:val="24"/>
          <w:szCs w:val="24"/>
        </w:rPr>
        <w:t>形玉龙”是我国史前社会哪类文化的标志性文物：</w:t>
      </w:r>
    </w:p>
    <w:p>
      <w:pPr>
        <w:spacing w:line="360" w:lineRule="auto"/>
        <w:ind w:firstLine="720" w:firstLineChars="300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>A.</w:t>
      </w:r>
      <w:r>
        <w:rPr>
          <w:rFonts w:hint="eastAsia" w:cs="宋体"/>
          <w:sz w:val="24"/>
          <w:szCs w:val="24"/>
        </w:rPr>
        <w:t>仰韶文化；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红山文化；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龙山文化。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</w:t>
      </w:r>
      <w:r>
        <w:rPr>
          <w:rFonts w:hint="eastAsia" w:cs="宋体"/>
          <w:sz w:val="24"/>
          <w:szCs w:val="24"/>
        </w:rPr>
        <w:t>、殷商时期的“鼎”最早属于那种类型的器物：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水器；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酒器；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食器。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</w:t>
      </w:r>
      <w:r>
        <w:rPr>
          <w:rFonts w:hint="eastAsia" w:cs="宋体"/>
          <w:sz w:val="24"/>
          <w:szCs w:val="24"/>
        </w:rPr>
        <w:t>、“三星堆遗址”属于哪个时期的文化遗存：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殷商时期；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西周时期；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春秋时期。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</w:t>
      </w:r>
      <w:r>
        <w:rPr>
          <w:rFonts w:hint="eastAsia" w:cs="宋体"/>
          <w:sz w:val="24"/>
          <w:szCs w:val="24"/>
        </w:rPr>
        <w:t>、曾侯乙墓编钟出土于湖北的：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鄂州；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荆州；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随州。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</w:t>
      </w:r>
      <w:r>
        <w:rPr>
          <w:rFonts w:hint="eastAsia" w:cs="宋体"/>
          <w:sz w:val="24"/>
          <w:szCs w:val="24"/>
        </w:rPr>
        <w:t>、我国现存最早的绘画作品是以什么形式保存下来的：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帛画；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卷轴画；</w:t>
      </w:r>
      <w:r>
        <w:rPr>
          <w:sz w:val="24"/>
          <w:szCs w:val="24"/>
        </w:rPr>
        <w:t xml:space="preserve">   C.</w:t>
      </w:r>
      <w:r>
        <w:rPr>
          <w:rFonts w:hint="eastAsia" w:cs="宋体"/>
          <w:sz w:val="24"/>
          <w:szCs w:val="24"/>
        </w:rPr>
        <w:t>壁画。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8</w:t>
      </w:r>
      <w:r>
        <w:rPr>
          <w:rFonts w:hint="eastAsia" w:cs="宋体"/>
          <w:sz w:val="24"/>
          <w:szCs w:val="24"/>
        </w:rPr>
        <w:t>、长沙马王堆</w:t>
      </w:r>
      <w:r>
        <w:rPr>
          <w:sz w:val="24"/>
          <w:szCs w:val="24"/>
        </w:rPr>
        <w:t>1</w:t>
      </w:r>
      <w:r>
        <w:rPr>
          <w:rFonts w:hint="eastAsia" w:cs="宋体"/>
          <w:sz w:val="24"/>
          <w:szCs w:val="24"/>
        </w:rPr>
        <w:t>号汉墓出土的“铭旌帛画”是用来：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引导亡灵升天；</w:t>
      </w:r>
      <w:r>
        <w:rPr>
          <w:sz w:val="24"/>
          <w:szCs w:val="24"/>
        </w:rPr>
        <w:t xml:space="preserve">  B.</w:t>
      </w:r>
      <w:r>
        <w:rPr>
          <w:rFonts w:hint="eastAsia" w:cs="宋体"/>
          <w:sz w:val="24"/>
          <w:szCs w:val="24"/>
        </w:rPr>
        <w:t>装饰墓室；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覆盖棺椁。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9</w:t>
      </w:r>
      <w:r>
        <w:rPr>
          <w:rFonts w:hint="eastAsia" w:cs="宋体"/>
          <w:sz w:val="24"/>
          <w:szCs w:val="24"/>
        </w:rPr>
        <w:t>、“马踏匈奴”雕像是谁陵墓前的作品：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汉武帝；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卫青；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霍去病。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10</w:t>
      </w:r>
      <w:r>
        <w:rPr>
          <w:rFonts w:hint="eastAsia" w:cs="宋体"/>
          <w:sz w:val="24"/>
          <w:szCs w:val="24"/>
        </w:rPr>
        <w:t>、著名的《说唱俑》雕塑是哪种材质的：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土陶；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青铜；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石材。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11</w:t>
      </w:r>
      <w:r>
        <w:rPr>
          <w:rFonts w:hint="eastAsia" w:cs="宋体"/>
          <w:sz w:val="24"/>
          <w:szCs w:val="24"/>
        </w:rPr>
        <w:t>、著名的《马踏飞燕》雕塑现在作为我国哪个行业的标志：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航空；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旅游；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海运。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12</w:t>
      </w:r>
      <w:r>
        <w:rPr>
          <w:rFonts w:hint="eastAsia" w:cs="宋体"/>
          <w:sz w:val="24"/>
          <w:szCs w:val="24"/>
        </w:rPr>
        <w:t>、著名的《长信宫灯》除了照明作用外，其设计还具有：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辟邪；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避免污染；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镇宅。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13</w:t>
      </w:r>
      <w:r>
        <w:rPr>
          <w:rFonts w:hint="eastAsia" w:cs="宋体"/>
          <w:sz w:val="24"/>
          <w:szCs w:val="24"/>
        </w:rPr>
        <w:t>、汉代官方使用的主要字体是：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隶书；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小篆；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楷书。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14</w:t>
      </w:r>
      <w:r>
        <w:rPr>
          <w:rFonts w:hint="eastAsia" w:cs="宋体"/>
          <w:sz w:val="24"/>
          <w:szCs w:val="24"/>
        </w:rPr>
        <w:t>、东汉的画像石、画像砖主要出土于：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宫殿；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墓葬；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寺庙。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15</w:t>
      </w:r>
      <w:r>
        <w:rPr>
          <w:rFonts w:hint="eastAsia" w:cs="宋体"/>
          <w:sz w:val="24"/>
          <w:szCs w:val="24"/>
        </w:rPr>
        <w:t>、被誉为我国古代第一个画家的是：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毛延寿；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顾恺之；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曹植。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16</w:t>
      </w:r>
      <w:r>
        <w:rPr>
          <w:rFonts w:hint="eastAsia" w:cs="宋体"/>
          <w:sz w:val="24"/>
          <w:szCs w:val="24"/>
        </w:rPr>
        <w:t>、《女史箴图》据传是哪位画家的作品：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顾恺之；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王羲之；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王徽之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17</w:t>
      </w:r>
      <w:r>
        <w:rPr>
          <w:rFonts w:hint="eastAsia" w:cs="宋体"/>
          <w:sz w:val="24"/>
          <w:szCs w:val="24"/>
        </w:rPr>
        <w:t>、《兰亭集序》行书作品属于哪个朝代：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三国；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西晋；</w:t>
      </w:r>
      <w:r>
        <w:rPr>
          <w:sz w:val="24"/>
          <w:szCs w:val="24"/>
        </w:rPr>
        <w:t xml:space="preserve">       C.</w:t>
      </w:r>
      <w:r>
        <w:rPr>
          <w:rFonts w:hint="eastAsia" w:cs="宋体"/>
          <w:sz w:val="24"/>
          <w:szCs w:val="24"/>
        </w:rPr>
        <w:t>东晋。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18</w:t>
      </w:r>
      <w:r>
        <w:rPr>
          <w:rFonts w:hint="eastAsia" w:cs="宋体"/>
          <w:sz w:val="24"/>
          <w:szCs w:val="24"/>
        </w:rPr>
        <w:t>、“四大名窟”之一的麦积山石窟位于：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甘肃省；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青海省；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陕西省。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19</w:t>
      </w:r>
      <w:r>
        <w:rPr>
          <w:rFonts w:hint="eastAsia" w:cs="宋体"/>
          <w:sz w:val="24"/>
          <w:szCs w:val="24"/>
        </w:rPr>
        <w:t>、我国现存第一幅山水画作品《游春图》的作者是：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展子虔；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王维；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吴道子。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20</w:t>
      </w:r>
      <w:r>
        <w:rPr>
          <w:rFonts w:hint="eastAsia" w:cs="宋体"/>
          <w:sz w:val="24"/>
          <w:szCs w:val="24"/>
        </w:rPr>
        <w:t>、相传《辋川图》的作者是：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裴迪；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李思训；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王维。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21</w:t>
      </w:r>
      <w:r>
        <w:rPr>
          <w:rFonts w:hint="eastAsia" w:cs="宋体"/>
          <w:sz w:val="24"/>
          <w:szCs w:val="24"/>
        </w:rPr>
        <w:t>、历史题材绘画《步辇图》中的皇帝是：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唐太宗；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唐玄宗；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唐高宗。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22</w:t>
      </w:r>
      <w:r>
        <w:rPr>
          <w:rFonts w:hint="eastAsia" w:cs="宋体"/>
          <w:sz w:val="24"/>
          <w:szCs w:val="24"/>
        </w:rPr>
        <w:t>、唐代绘画作品《捣练图》的作者是：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张萱；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周昉；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李昭道。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23</w:t>
      </w:r>
      <w:r>
        <w:rPr>
          <w:rFonts w:hint="eastAsia" w:cs="宋体"/>
          <w:sz w:val="24"/>
          <w:szCs w:val="24"/>
        </w:rPr>
        <w:t>、被誉为“天下第二行书”的《祭侄文稿》的作者是：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颜真卿；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柳公权；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欧阳询。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24</w:t>
      </w:r>
      <w:r>
        <w:rPr>
          <w:rFonts w:hint="eastAsia" w:cs="宋体"/>
          <w:sz w:val="24"/>
          <w:szCs w:val="24"/>
        </w:rPr>
        <w:t>、水墨山水画《溪山行旅图》的作者是北宋初年的：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范宽；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李成；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关仝。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25</w:t>
      </w:r>
      <w:r>
        <w:rPr>
          <w:rFonts w:hint="eastAsia" w:cs="宋体"/>
          <w:sz w:val="24"/>
          <w:szCs w:val="24"/>
        </w:rPr>
        <w:t>、青绿山水画《千里江山图》的作者是：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赵佶；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宋徽宗；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王希孟。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26</w:t>
      </w:r>
      <w:r>
        <w:rPr>
          <w:rFonts w:hint="eastAsia" w:cs="宋体"/>
          <w:sz w:val="24"/>
          <w:szCs w:val="24"/>
        </w:rPr>
        <w:t>、著名的“瘦金体”书法是谁创设的：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宋徽宗；</w:t>
      </w:r>
      <w:r>
        <w:rPr>
          <w:sz w:val="24"/>
          <w:szCs w:val="24"/>
        </w:rPr>
        <w:t xml:space="preserve">   B.</w:t>
      </w:r>
      <w:r>
        <w:rPr>
          <w:rFonts w:hint="eastAsia" w:cs="宋体"/>
          <w:sz w:val="24"/>
          <w:szCs w:val="24"/>
        </w:rPr>
        <w:t>宋钦宗；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宋神宗。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27</w:t>
      </w:r>
      <w:r>
        <w:rPr>
          <w:rFonts w:hint="eastAsia" w:cs="宋体"/>
          <w:sz w:val="24"/>
          <w:szCs w:val="24"/>
        </w:rPr>
        <w:t>、《泼墨仙人图》是南宋哪位画家的作品：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李唐；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梁楷；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马远。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28</w:t>
      </w:r>
      <w:r>
        <w:rPr>
          <w:rFonts w:hint="eastAsia" w:cs="宋体"/>
          <w:sz w:val="24"/>
          <w:szCs w:val="24"/>
        </w:rPr>
        <w:t>、花鸟画岁题材“岁寒三友”除了松、梅之外，还有：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菊；</w:t>
      </w:r>
      <w:r>
        <w:rPr>
          <w:sz w:val="24"/>
          <w:szCs w:val="24"/>
        </w:rPr>
        <w:t xml:space="preserve">       B.</w:t>
      </w:r>
      <w:r>
        <w:rPr>
          <w:rFonts w:hint="eastAsia" w:cs="宋体"/>
          <w:sz w:val="24"/>
          <w:szCs w:val="24"/>
        </w:rPr>
        <w:t>竹；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兰。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29</w:t>
      </w:r>
      <w:r>
        <w:rPr>
          <w:rFonts w:hint="eastAsia" w:cs="宋体"/>
          <w:sz w:val="24"/>
          <w:szCs w:val="24"/>
        </w:rPr>
        <w:t>、北宋张择端的著名风俗画作品是：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《韩熙载夜宴图》；</w:t>
      </w:r>
      <w:r>
        <w:rPr>
          <w:sz w:val="24"/>
          <w:szCs w:val="24"/>
        </w:rPr>
        <w:t xml:space="preserve">    B.</w:t>
      </w:r>
      <w:r>
        <w:rPr>
          <w:rFonts w:hint="eastAsia" w:cs="宋体"/>
          <w:sz w:val="24"/>
          <w:szCs w:val="24"/>
        </w:rPr>
        <w:t>《清明上河图》；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《货郎图》。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30</w:t>
      </w:r>
      <w:r>
        <w:rPr>
          <w:rFonts w:hint="eastAsia" w:cs="宋体"/>
          <w:sz w:val="24"/>
          <w:szCs w:val="24"/>
        </w:rPr>
        <w:t>、元代初期最著具影响力的书画家是：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赵孟頫；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钱选；</w:t>
      </w:r>
      <w:r>
        <w:rPr>
          <w:sz w:val="24"/>
          <w:szCs w:val="24"/>
        </w:rPr>
        <w:t xml:space="preserve">    C. </w:t>
      </w:r>
      <w:r>
        <w:rPr>
          <w:rFonts w:hint="eastAsia" w:cs="宋体"/>
          <w:sz w:val="24"/>
          <w:szCs w:val="24"/>
        </w:rPr>
        <w:t>龚开。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31</w:t>
      </w:r>
      <w:r>
        <w:rPr>
          <w:rFonts w:hint="eastAsia" w:cs="宋体"/>
          <w:sz w:val="24"/>
          <w:szCs w:val="24"/>
        </w:rPr>
        <w:t>、元代著名画家黄公望的哪一幅作品被一分为二，分别藏于海峡两岸：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《天池石壁图》；</w:t>
      </w:r>
      <w:r>
        <w:rPr>
          <w:sz w:val="24"/>
          <w:szCs w:val="24"/>
        </w:rPr>
        <w:t xml:space="preserve">   B.</w:t>
      </w:r>
      <w:r>
        <w:rPr>
          <w:rFonts w:hint="eastAsia" w:cs="宋体"/>
          <w:sz w:val="24"/>
          <w:szCs w:val="24"/>
        </w:rPr>
        <w:t>《富春山居图》；</w:t>
      </w:r>
      <w:r>
        <w:rPr>
          <w:sz w:val="24"/>
          <w:szCs w:val="24"/>
        </w:rPr>
        <w:t xml:space="preserve">    C.</w:t>
      </w:r>
      <w:r>
        <w:rPr>
          <w:rFonts w:hint="eastAsia" w:cs="宋体"/>
          <w:sz w:val="24"/>
          <w:szCs w:val="24"/>
        </w:rPr>
        <w:t>《九峰雪霁图》。</w:t>
      </w:r>
    </w:p>
    <w:p>
      <w:pPr>
        <w:spacing w:line="360" w:lineRule="auto"/>
        <w:ind w:left="720" w:hanging="720" w:hangingChars="300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32</w:t>
      </w:r>
      <w:r>
        <w:rPr>
          <w:rFonts w:hint="eastAsia" w:cs="宋体"/>
          <w:sz w:val="24"/>
          <w:szCs w:val="24"/>
        </w:rPr>
        <w:t>、元代在作品中题写“不要人夸颜色好，只留清气满乾坤”的著名墨梅画家是：</w:t>
      </w:r>
    </w:p>
    <w:p>
      <w:pPr>
        <w:spacing w:line="360" w:lineRule="auto"/>
        <w:ind w:left="720" w:hanging="720" w:hangingChars="300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倪瓒；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赵雍；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王冕。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33</w:t>
      </w:r>
      <w:r>
        <w:rPr>
          <w:rFonts w:hint="eastAsia" w:cs="宋体"/>
          <w:sz w:val="24"/>
          <w:szCs w:val="24"/>
        </w:rPr>
        <w:t>、被誉为明朝“江南第一风流才子”的画家是：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唐寅；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文征明；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陈洪绶。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34</w:t>
      </w:r>
      <w:r>
        <w:rPr>
          <w:rFonts w:hint="eastAsia" w:cs="宋体"/>
          <w:sz w:val="24"/>
          <w:szCs w:val="24"/>
        </w:rPr>
        <w:t>、明朝大泼墨写意花鸟画的开创者是著名画家：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陈淳；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仇英；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徐渭。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35</w:t>
      </w:r>
      <w:r>
        <w:rPr>
          <w:rFonts w:hint="eastAsia" w:cs="宋体"/>
          <w:sz w:val="24"/>
          <w:szCs w:val="24"/>
        </w:rPr>
        <w:t>、“八大山人”朱耷属于哪个画派的成员之一：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清初四僧；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清初四杰；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扬州画派。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36</w:t>
      </w:r>
      <w:r>
        <w:rPr>
          <w:rFonts w:hint="eastAsia" w:cs="宋体"/>
          <w:sz w:val="24"/>
          <w:szCs w:val="24"/>
        </w:rPr>
        <w:t>、“扬州八怪”的郑板桥以画什么题材著称：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人物画；</w:t>
      </w:r>
      <w:r>
        <w:rPr>
          <w:sz w:val="24"/>
          <w:szCs w:val="24"/>
        </w:rPr>
        <w:t xml:space="preserve">       B.</w:t>
      </w:r>
      <w:r>
        <w:rPr>
          <w:rFonts w:hint="eastAsia" w:cs="宋体"/>
          <w:sz w:val="24"/>
          <w:szCs w:val="24"/>
        </w:rPr>
        <w:t>山水画；</w:t>
      </w:r>
      <w:r>
        <w:rPr>
          <w:sz w:val="24"/>
          <w:szCs w:val="24"/>
        </w:rPr>
        <w:t xml:space="preserve">       C.</w:t>
      </w:r>
      <w:r>
        <w:rPr>
          <w:rFonts w:hint="eastAsia" w:cs="宋体"/>
          <w:sz w:val="24"/>
          <w:szCs w:val="24"/>
        </w:rPr>
        <w:t>花鸟画。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37</w:t>
      </w:r>
      <w:r>
        <w:rPr>
          <w:rFonts w:hint="eastAsia" w:cs="宋体"/>
          <w:sz w:val="24"/>
          <w:szCs w:val="24"/>
        </w:rPr>
        <w:t>、清朝宫廷著名的传教士画家是：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郎世宁；</w:t>
      </w:r>
      <w:r>
        <w:rPr>
          <w:sz w:val="24"/>
          <w:szCs w:val="24"/>
        </w:rPr>
        <w:t xml:space="preserve">      B.</w:t>
      </w:r>
      <w:r>
        <w:t xml:space="preserve"> </w:t>
      </w:r>
      <w:r>
        <w:rPr>
          <w:rFonts w:hint="eastAsia" w:cs="宋体"/>
          <w:sz w:val="24"/>
          <w:szCs w:val="24"/>
        </w:rPr>
        <w:t>利玛窦；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汤若望。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38</w:t>
      </w:r>
      <w:r>
        <w:rPr>
          <w:rFonts w:hint="eastAsia" w:cs="宋体"/>
          <w:sz w:val="24"/>
          <w:szCs w:val="24"/>
        </w:rPr>
        <w:t>、中国现当代以画虾著称的画家是：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李可染；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黄胄；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齐白石。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39</w:t>
      </w:r>
      <w:r>
        <w:rPr>
          <w:rFonts w:hint="eastAsia" w:cs="宋体"/>
          <w:sz w:val="24"/>
          <w:szCs w:val="24"/>
        </w:rPr>
        <w:t>、中国现当代以画马著称的画家是：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李苦禅；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徐悲鸿；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潘天寿。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40</w:t>
      </w:r>
      <w:r>
        <w:rPr>
          <w:rFonts w:hint="eastAsia" w:cs="宋体"/>
          <w:sz w:val="24"/>
          <w:szCs w:val="24"/>
        </w:rPr>
        <w:t>、民国时期国立杭州美术学院第一任院长是：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林风眠；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徐悲鸿；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潘天寿。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41</w:t>
      </w:r>
      <w:r>
        <w:rPr>
          <w:rFonts w:hint="eastAsia" w:cs="宋体"/>
          <w:sz w:val="24"/>
          <w:szCs w:val="24"/>
        </w:rPr>
        <w:t>、“断臂维纳斯”是古希腊哪个时期的作品：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古风时期；</w:t>
      </w:r>
      <w:r>
        <w:rPr>
          <w:sz w:val="24"/>
          <w:szCs w:val="24"/>
        </w:rPr>
        <w:t xml:space="preserve">     B.</w:t>
      </w:r>
      <w:r>
        <w:rPr>
          <w:rFonts w:hint="eastAsia" w:cs="宋体"/>
          <w:sz w:val="24"/>
          <w:szCs w:val="24"/>
        </w:rPr>
        <w:t>古典时期；</w:t>
      </w:r>
      <w:r>
        <w:rPr>
          <w:sz w:val="24"/>
          <w:szCs w:val="24"/>
        </w:rPr>
        <w:t xml:space="preserve">     C.</w:t>
      </w:r>
      <w:r>
        <w:rPr>
          <w:rFonts w:hint="eastAsia" w:cs="宋体"/>
          <w:sz w:val="24"/>
          <w:szCs w:val="24"/>
        </w:rPr>
        <w:t>希腊化时期。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42</w:t>
      </w:r>
      <w:r>
        <w:rPr>
          <w:rFonts w:hint="eastAsia" w:cs="宋体"/>
          <w:sz w:val="24"/>
          <w:szCs w:val="24"/>
        </w:rPr>
        <w:t>、巴黎圣母院属于哪种风格的教堂：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罗马式；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哥特式；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拜占庭式。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43</w:t>
      </w:r>
      <w:r>
        <w:rPr>
          <w:rFonts w:hint="eastAsia" w:cs="宋体"/>
          <w:sz w:val="24"/>
          <w:szCs w:val="24"/>
        </w:rPr>
        <w:t>、米开朗基罗的著名雕塑作品《大卫》取材于：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《圣经》；</w:t>
      </w:r>
      <w:r>
        <w:rPr>
          <w:sz w:val="24"/>
          <w:szCs w:val="24"/>
        </w:rPr>
        <w:t xml:space="preserve">      B. </w:t>
      </w:r>
      <w:r>
        <w:rPr>
          <w:rFonts w:hint="eastAsia" w:cs="宋体"/>
          <w:sz w:val="24"/>
          <w:szCs w:val="24"/>
        </w:rPr>
        <w:t>希腊神话；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《十日谈》。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44</w:t>
      </w:r>
      <w:r>
        <w:rPr>
          <w:rFonts w:hint="eastAsia" w:cs="宋体"/>
          <w:sz w:val="24"/>
          <w:szCs w:val="24"/>
        </w:rPr>
        <w:t>、卡拉瓦乔是哪个国家的著名画家：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意大利；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法国；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西班牙。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45</w:t>
      </w:r>
      <w:r>
        <w:rPr>
          <w:rFonts w:hint="eastAsia" w:cs="宋体"/>
          <w:sz w:val="24"/>
          <w:szCs w:val="24"/>
        </w:rPr>
        <w:t>、洛可可设计风格产生于：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意大利；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法国；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西班牙。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46</w:t>
      </w:r>
      <w:r>
        <w:rPr>
          <w:rFonts w:hint="eastAsia" w:cs="宋体"/>
          <w:sz w:val="24"/>
          <w:szCs w:val="24"/>
        </w:rPr>
        <w:t>、著名油画《自由引导人民》是以下哪个画家的作品：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大卫；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安格尔；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德拉卡洛瓦。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47</w:t>
      </w:r>
      <w:r>
        <w:rPr>
          <w:rFonts w:hint="eastAsia" w:cs="宋体"/>
          <w:sz w:val="24"/>
          <w:szCs w:val="24"/>
        </w:rPr>
        <w:t>、下面那幅作品是的梵高名作：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 </w:t>
      </w:r>
      <w:r>
        <w:rPr>
          <w:rFonts w:hint="eastAsia" w:cs="宋体"/>
          <w:sz w:val="24"/>
          <w:szCs w:val="24"/>
        </w:rPr>
        <w:t>《日出印象》；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《星月夜》；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《芭蕾舞演员》。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48</w:t>
      </w:r>
      <w:r>
        <w:rPr>
          <w:rFonts w:hint="eastAsia" w:cs="宋体"/>
          <w:sz w:val="24"/>
          <w:szCs w:val="24"/>
        </w:rPr>
        <w:t>、油画《格尔尼卡》是哪位画家的著名作品：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毕加索；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马蒂斯；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杜尚。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49</w:t>
      </w:r>
      <w:r>
        <w:rPr>
          <w:rFonts w:hint="eastAsia" w:cs="宋体"/>
          <w:sz w:val="24"/>
          <w:szCs w:val="24"/>
        </w:rPr>
        <w:t>、油画《大碗岛的星期天下午》属于哪种风格的作品：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新印象派；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印象派；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后印象派。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50</w:t>
      </w:r>
      <w:r>
        <w:rPr>
          <w:rFonts w:hint="eastAsia" w:cs="宋体"/>
          <w:sz w:val="24"/>
          <w:szCs w:val="24"/>
        </w:rPr>
        <w:t>、被誉为现代绘画之父的画家是：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马奈；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莫奈；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塞尚。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51</w:t>
      </w:r>
      <w:r>
        <w:rPr>
          <w:rFonts w:hint="eastAsia" w:cs="宋体"/>
          <w:sz w:val="24"/>
          <w:szCs w:val="24"/>
        </w:rPr>
        <w:t>、油画《夜巡》是</w:t>
      </w:r>
      <w:r>
        <w:rPr>
          <w:sz w:val="24"/>
          <w:szCs w:val="24"/>
        </w:rPr>
        <w:t>17</w:t>
      </w:r>
      <w:r>
        <w:rPr>
          <w:rFonts w:hint="eastAsia" w:cs="宋体"/>
          <w:sz w:val="24"/>
          <w:szCs w:val="24"/>
        </w:rPr>
        <w:t>世纪荷兰画家谁的名作：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伦勃朗；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哈尔斯；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维米尔。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52</w:t>
      </w:r>
      <w:r>
        <w:rPr>
          <w:rFonts w:hint="eastAsia" w:cs="宋体"/>
          <w:sz w:val="24"/>
          <w:szCs w:val="24"/>
        </w:rPr>
        <w:t>、油画《绣花女工》是</w:t>
      </w:r>
      <w:r>
        <w:rPr>
          <w:sz w:val="24"/>
          <w:szCs w:val="24"/>
        </w:rPr>
        <w:t>17</w:t>
      </w:r>
      <w:r>
        <w:rPr>
          <w:rFonts w:hint="eastAsia" w:cs="宋体"/>
          <w:sz w:val="24"/>
          <w:szCs w:val="24"/>
        </w:rPr>
        <w:t>世纪荷兰画家谁的名作：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伦勃朗；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哈尔斯；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维米尔。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53</w:t>
      </w:r>
      <w:r>
        <w:rPr>
          <w:rFonts w:hint="eastAsia" w:cs="宋体"/>
          <w:sz w:val="24"/>
          <w:szCs w:val="24"/>
        </w:rPr>
        <w:t>、油画《宫娥》是</w:t>
      </w:r>
      <w:r>
        <w:rPr>
          <w:sz w:val="24"/>
          <w:szCs w:val="24"/>
        </w:rPr>
        <w:t>17</w:t>
      </w:r>
      <w:r>
        <w:rPr>
          <w:rFonts w:hint="eastAsia" w:cs="宋体"/>
          <w:sz w:val="24"/>
          <w:szCs w:val="24"/>
        </w:rPr>
        <w:t>世纪西班牙画家谁的名作：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委拉斯凯兹；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穆里洛；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戈雅。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54</w:t>
      </w:r>
      <w:r>
        <w:rPr>
          <w:rFonts w:hint="eastAsia" w:cs="宋体"/>
          <w:sz w:val="24"/>
          <w:szCs w:val="24"/>
        </w:rPr>
        <w:t>、雕塑《阿波罗与达芙妮》是</w:t>
      </w:r>
      <w:r>
        <w:rPr>
          <w:sz w:val="24"/>
          <w:szCs w:val="24"/>
        </w:rPr>
        <w:t>17</w:t>
      </w:r>
      <w:r>
        <w:rPr>
          <w:rFonts w:hint="eastAsia" w:cs="宋体"/>
          <w:sz w:val="24"/>
          <w:szCs w:val="24"/>
        </w:rPr>
        <w:t>世纪雕塑家谁的名作：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贝尼尼；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多纳泰罗；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韦罗基奥。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55</w:t>
      </w:r>
      <w:r>
        <w:rPr>
          <w:rFonts w:hint="eastAsia" w:cs="宋体"/>
          <w:sz w:val="24"/>
          <w:szCs w:val="24"/>
        </w:rPr>
        <w:t>、油画《美杜莎之筏》是</w:t>
      </w:r>
      <w:r>
        <w:rPr>
          <w:sz w:val="24"/>
          <w:szCs w:val="24"/>
        </w:rPr>
        <w:t>19</w:t>
      </w:r>
      <w:r>
        <w:rPr>
          <w:rFonts w:hint="eastAsia" w:cs="宋体"/>
          <w:sz w:val="24"/>
          <w:szCs w:val="24"/>
        </w:rPr>
        <w:t>世纪法国画家谁的名作：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大卫；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籍里柯；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柯罗。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56</w:t>
      </w:r>
      <w:r>
        <w:rPr>
          <w:rFonts w:hint="eastAsia" w:cs="宋体"/>
          <w:sz w:val="24"/>
          <w:szCs w:val="24"/>
        </w:rPr>
        <w:t>、雕塑《思想者》是</w:t>
      </w:r>
      <w:r>
        <w:rPr>
          <w:sz w:val="24"/>
          <w:szCs w:val="24"/>
        </w:rPr>
        <w:t>19</w:t>
      </w:r>
      <w:r>
        <w:rPr>
          <w:rFonts w:hint="eastAsia" w:cs="宋体"/>
          <w:sz w:val="24"/>
          <w:szCs w:val="24"/>
        </w:rPr>
        <w:t>世纪法国雕塑家谁的名作：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罗丹；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吕德；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米勒。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57</w:t>
      </w:r>
      <w:r>
        <w:rPr>
          <w:rFonts w:hint="eastAsia" w:cs="宋体"/>
          <w:sz w:val="24"/>
          <w:szCs w:val="24"/>
        </w:rPr>
        <w:t>、油画《呐喊》是</w:t>
      </w:r>
      <w:r>
        <w:rPr>
          <w:sz w:val="24"/>
          <w:szCs w:val="24"/>
        </w:rPr>
        <w:t>20</w:t>
      </w:r>
      <w:r>
        <w:rPr>
          <w:rFonts w:hint="eastAsia" w:cs="宋体"/>
          <w:sz w:val="24"/>
          <w:szCs w:val="24"/>
        </w:rPr>
        <w:t>世纪挪威画家谁的名作：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蒙克；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布拉克；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格丽斯。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58</w:t>
      </w:r>
      <w:r>
        <w:rPr>
          <w:rFonts w:hint="eastAsia" w:cs="宋体"/>
          <w:sz w:val="24"/>
          <w:szCs w:val="24"/>
        </w:rPr>
        <w:t>、油画《红黄蓝的构成》是</w:t>
      </w:r>
      <w:r>
        <w:rPr>
          <w:sz w:val="24"/>
          <w:szCs w:val="24"/>
        </w:rPr>
        <w:t>20</w:t>
      </w:r>
      <w:r>
        <w:rPr>
          <w:rFonts w:hint="eastAsia" w:cs="宋体"/>
          <w:sz w:val="24"/>
          <w:szCs w:val="24"/>
        </w:rPr>
        <w:t>世纪荷兰画家谁的名作：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嘉博；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马列维奇；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蒙德里安。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59</w:t>
      </w:r>
      <w:r>
        <w:rPr>
          <w:rFonts w:hint="eastAsia" w:cs="宋体"/>
          <w:sz w:val="24"/>
          <w:szCs w:val="24"/>
        </w:rPr>
        <w:t>、包豪斯设计学院的创立者是：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格罗皮乌斯；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凡德罗；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柯布西耶。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60</w:t>
      </w:r>
      <w:r>
        <w:rPr>
          <w:rFonts w:hint="eastAsia" w:cs="宋体"/>
          <w:sz w:val="24"/>
          <w:szCs w:val="24"/>
        </w:rPr>
        <w:t>、美国“波普主义”代表人物是：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安迪沃霍尔；</w:t>
      </w:r>
      <w:r>
        <w:rPr>
          <w:sz w:val="24"/>
          <w:szCs w:val="24"/>
        </w:rPr>
        <w:t xml:space="preserve">      B. </w:t>
      </w:r>
      <w:r>
        <w:rPr>
          <w:rFonts w:hint="eastAsia" w:cs="宋体"/>
          <w:sz w:val="24"/>
          <w:szCs w:val="24"/>
        </w:rPr>
        <w:t>克罗斯；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罗斯科。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</w:p>
    <w:p>
      <w:pPr>
        <w:spacing w:line="360" w:lineRule="auto"/>
        <w:ind w:left="482" w:hanging="482" w:hangingChars="200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二、选择题</w:t>
      </w:r>
      <w:r>
        <w:rPr>
          <w:rFonts w:hint="eastAsia" w:cs="宋体"/>
          <w:b/>
          <w:bCs/>
        </w:rPr>
        <w:t>（每题</w:t>
      </w:r>
      <w:r>
        <w:rPr>
          <w:b/>
          <w:bCs/>
        </w:rPr>
        <w:t>2</w:t>
      </w:r>
      <w:r>
        <w:rPr>
          <w:rFonts w:hint="eastAsia" w:cs="宋体"/>
          <w:b/>
          <w:bCs/>
        </w:rPr>
        <w:t>分）</w:t>
      </w:r>
      <w:r>
        <w:rPr>
          <w:rFonts w:hint="eastAsia" w:cs="宋体"/>
          <w:b/>
          <w:bCs/>
          <w:sz w:val="24"/>
          <w:szCs w:val="24"/>
        </w:rPr>
        <w:t>：</w:t>
      </w:r>
      <w:r>
        <w:rPr>
          <w:rFonts w:hint="eastAsia" w:cs="宋体"/>
          <w:sz w:val="24"/>
          <w:szCs w:val="24"/>
        </w:rPr>
        <w:t>（</w:t>
      </w:r>
      <w:r>
        <w:rPr>
          <w:rFonts w:hint="eastAsia" w:cs="宋体"/>
        </w:rPr>
        <w:t>从下列各题</w:t>
      </w:r>
      <w:r>
        <w:t>3</w:t>
      </w:r>
      <w:r>
        <w:rPr>
          <w:rFonts w:hint="eastAsia" w:cs="宋体"/>
        </w:rPr>
        <w:t>个备选答案中选出一个正确答案，并将其代号写在题前括号内。选错者不得分。</w:t>
      </w:r>
      <w:r>
        <w:rPr>
          <w:rFonts w:hint="eastAsia" w:cs="宋体"/>
          <w:sz w:val="24"/>
          <w:szCs w:val="24"/>
        </w:rPr>
        <w:t>）</w:t>
      </w:r>
    </w:p>
    <w:p>
      <w:pPr>
        <w:spacing w:line="360" w:lineRule="auto"/>
        <w:jc w:val="left"/>
        <w:rPr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61</w:t>
      </w:r>
      <w:r>
        <w:rPr>
          <w:rFonts w:hint="eastAsia" w:cs="宋体"/>
          <w:sz w:val="24"/>
          <w:szCs w:val="24"/>
        </w:rPr>
        <w:t>、中国人物画创作“传神论”的首倡者是：</w:t>
      </w:r>
      <w:r>
        <w:rPr>
          <w:sz w:val="24"/>
          <w:szCs w:val="24"/>
        </w:rPr>
        <w:t xml:space="preserve">  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A.</w:t>
      </w:r>
      <w:r>
        <w:rPr>
          <w:rFonts w:hint="eastAsia" w:cs="宋体"/>
          <w:sz w:val="24"/>
          <w:szCs w:val="24"/>
        </w:rPr>
        <w:t>顾恺之；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谢赫；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王微。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62</w:t>
      </w:r>
      <w:r>
        <w:rPr>
          <w:rFonts w:hint="eastAsia" w:cs="宋体"/>
          <w:sz w:val="24"/>
          <w:szCs w:val="24"/>
        </w:rPr>
        <w:t>、中国书法史上被誉为“书圣”的是：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A.</w:t>
      </w:r>
      <w:r>
        <w:rPr>
          <w:rFonts w:hint="eastAsia" w:cs="宋体"/>
          <w:sz w:val="24"/>
          <w:szCs w:val="24"/>
        </w:rPr>
        <w:t>颜真卿；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王羲之；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苏轼。</w:t>
      </w:r>
    </w:p>
    <w:p>
      <w:pPr>
        <w:spacing w:line="360" w:lineRule="auto"/>
        <w:ind w:left="480" w:hanging="480" w:hangingChars="200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63</w:t>
      </w:r>
      <w:r>
        <w:rPr>
          <w:rFonts w:hint="eastAsia" w:cs="宋体"/>
          <w:sz w:val="24"/>
          <w:szCs w:val="24"/>
        </w:rPr>
        <w:t>、中国书法史上被誉为“草圣”的是：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A.</w:t>
      </w:r>
      <w:r>
        <w:rPr>
          <w:rFonts w:hint="eastAsia" w:cs="宋体"/>
          <w:sz w:val="24"/>
          <w:szCs w:val="24"/>
        </w:rPr>
        <w:t>王献之；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怀素；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张旭。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64</w:t>
      </w:r>
      <w:r>
        <w:rPr>
          <w:rFonts w:hint="eastAsia" w:cs="宋体"/>
          <w:sz w:val="24"/>
          <w:szCs w:val="24"/>
        </w:rPr>
        <w:t>、《枯木竹石图》是宋代著名书画艺术大家谁的作品：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A.</w:t>
      </w:r>
      <w:r>
        <w:rPr>
          <w:rFonts w:hint="eastAsia" w:cs="宋体"/>
          <w:sz w:val="24"/>
          <w:szCs w:val="24"/>
        </w:rPr>
        <w:t>郭熙；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文同；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苏轼。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65</w:t>
      </w:r>
      <w:r>
        <w:rPr>
          <w:rFonts w:hint="eastAsia" w:cs="宋体"/>
          <w:sz w:val="24"/>
          <w:szCs w:val="24"/>
        </w:rPr>
        <w:t>、苏轼以“胸有成竹”形容哪位画家的创作状态：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A.</w:t>
      </w:r>
      <w:r>
        <w:rPr>
          <w:rFonts w:hint="eastAsia" w:cs="宋体"/>
          <w:sz w:val="24"/>
          <w:szCs w:val="24"/>
        </w:rPr>
        <w:t>文同；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米芾；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王诜。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66</w:t>
      </w:r>
      <w:r>
        <w:rPr>
          <w:rFonts w:hint="eastAsia" w:cs="宋体"/>
          <w:sz w:val="24"/>
          <w:szCs w:val="24"/>
        </w:rPr>
        <w:t>、文人画概念最早是由宋代哪位大家提出来的：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A.</w:t>
      </w:r>
      <w:r>
        <w:rPr>
          <w:rFonts w:hint="eastAsia" w:cs="宋体"/>
          <w:sz w:val="24"/>
          <w:szCs w:val="24"/>
        </w:rPr>
        <w:t>欧阳修；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米芾；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苏轼。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67</w:t>
      </w:r>
      <w:r>
        <w:rPr>
          <w:rFonts w:hint="eastAsia" w:cs="宋体"/>
          <w:sz w:val="24"/>
          <w:szCs w:val="24"/>
        </w:rPr>
        <w:t>、米芾父子开创的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“米氏云山”</w:t>
      </w:r>
      <w:r>
        <w:rPr>
          <w:sz w:val="24"/>
          <w:szCs w:val="24"/>
        </w:rPr>
        <w:t xml:space="preserve"> </w:t>
      </w:r>
      <w:r>
        <w:rPr>
          <w:rFonts w:hint="eastAsia" w:cs="宋体"/>
          <w:sz w:val="24"/>
          <w:szCs w:val="24"/>
        </w:rPr>
        <w:t>山水画风格，在技法上主要属于：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A.</w:t>
      </w:r>
      <w:r>
        <w:rPr>
          <w:rFonts w:hint="eastAsia" w:cs="宋体"/>
          <w:sz w:val="24"/>
          <w:szCs w:val="24"/>
        </w:rPr>
        <w:t>工笔重彩；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笔墨皴擦；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水墨渲染。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68</w:t>
      </w:r>
      <w:r>
        <w:rPr>
          <w:rFonts w:hint="eastAsia" w:cs="宋体"/>
          <w:sz w:val="24"/>
          <w:szCs w:val="24"/>
        </w:rPr>
        <w:t>、元代山水画名家倪瓒的作品中大多是这样的：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A.</w:t>
      </w:r>
      <w:r>
        <w:rPr>
          <w:rFonts w:hint="eastAsia" w:cs="宋体"/>
          <w:sz w:val="24"/>
          <w:szCs w:val="24"/>
        </w:rPr>
        <w:t>没有人；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人很少；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人很多。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69</w:t>
      </w:r>
      <w:r>
        <w:rPr>
          <w:rFonts w:hint="eastAsia" w:cs="宋体"/>
          <w:sz w:val="24"/>
          <w:szCs w:val="24"/>
        </w:rPr>
        <w:t>、八大山人创作的花鸟画中的动物眼神大多呈现出：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正眼；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白眼；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眯缝眼。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70</w:t>
      </w:r>
      <w:r>
        <w:rPr>
          <w:rFonts w:hint="eastAsia" w:cs="宋体"/>
          <w:sz w:val="24"/>
          <w:szCs w:val="24"/>
        </w:rPr>
        <w:t>、唐代画牛名家韩滉的著名作品是：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《七牛图》；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《六牛图》；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《五牛图》。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71</w:t>
      </w:r>
      <w:r>
        <w:rPr>
          <w:rFonts w:hint="eastAsia" w:cs="宋体"/>
          <w:sz w:val="24"/>
          <w:szCs w:val="24"/>
        </w:rPr>
        <w:t>、著名油画《开国大典》的创作者是：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董希文；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徐悲鸿；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靳尚谊。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72</w:t>
      </w:r>
      <w:r>
        <w:rPr>
          <w:rFonts w:hint="eastAsia" w:cs="宋体"/>
          <w:sz w:val="24"/>
          <w:szCs w:val="24"/>
        </w:rPr>
        <w:t>、傅抱石、关山月创作的著名巨幅画作《江山如此多娇》属于：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油画；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中国画；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水彩画。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73</w:t>
      </w:r>
      <w:r>
        <w:rPr>
          <w:rFonts w:hint="eastAsia" w:cs="宋体"/>
          <w:sz w:val="24"/>
          <w:szCs w:val="24"/>
        </w:rPr>
        <w:t>、著名油画《解放南京</w:t>
      </w:r>
      <w:r>
        <w:rPr>
          <w:sz w:val="24"/>
          <w:szCs w:val="24"/>
        </w:rPr>
        <w:t>——</w:t>
      </w:r>
      <w:r>
        <w:rPr>
          <w:rFonts w:hint="eastAsia" w:cs="宋体"/>
          <w:sz w:val="24"/>
          <w:szCs w:val="24"/>
        </w:rPr>
        <w:t>占领总统府》的作者是：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陈丹青；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黄永玉；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陈逸飞。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74</w:t>
      </w:r>
      <w:r>
        <w:rPr>
          <w:rFonts w:hint="eastAsia" w:cs="宋体"/>
          <w:sz w:val="24"/>
          <w:szCs w:val="24"/>
        </w:rPr>
        <w:t>、著名油画《父亲》的作者是：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丰子恺；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罗中立；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冷军。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75</w:t>
      </w:r>
      <w:r>
        <w:rPr>
          <w:rFonts w:hint="eastAsia" w:cs="宋体"/>
          <w:sz w:val="24"/>
          <w:szCs w:val="24"/>
        </w:rPr>
        <w:t>、融西方抽象线条与中国画水墨气韵于一体的名作《狮子林》的作者是：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朱德群；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吴冠中；</w:t>
      </w:r>
      <w:r>
        <w:rPr>
          <w:sz w:val="24"/>
          <w:szCs w:val="24"/>
        </w:rPr>
        <w:t xml:space="preserve">      C.</w:t>
      </w:r>
      <w:r>
        <w:t xml:space="preserve"> </w:t>
      </w:r>
      <w:r>
        <w:rPr>
          <w:rFonts w:hint="eastAsia" w:cs="宋体"/>
          <w:sz w:val="24"/>
          <w:szCs w:val="24"/>
        </w:rPr>
        <w:t>赵无极。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76</w:t>
      </w:r>
      <w:r>
        <w:rPr>
          <w:rFonts w:hint="eastAsia" w:cs="宋体"/>
          <w:sz w:val="24"/>
          <w:szCs w:val="24"/>
        </w:rPr>
        <w:t>、法国著名画家大卫的油画名作《马拉之死》属于哪个流派：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sz w:val="24"/>
          <w:szCs w:val="24"/>
        </w:rPr>
        <w:t>A.</w:t>
      </w:r>
      <w:r>
        <w:rPr>
          <w:rFonts w:hint="eastAsia" w:cs="宋体"/>
          <w:sz w:val="24"/>
          <w:szCs w:val="24"/>
        </w:rPr>
        <w:t>现实主义；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新古典主义；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浪漫主义。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77</w:t>
      </w:r>
      <w:r>
        <w:rPr>
          <w:rFonts w:hint="eastAsia" w:cs="宋体"/>
          <w:sz w:val="24"/>
          <w:szCs w:val="24"/>
        </w:rPr>
        <w:t>、法国著名现实主义画作《拾穗者》的创作者是：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米勒；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库尔贝；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杜米埃。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78</w:t>
      </w:r>
      <w:r>
        <w:rPr>
          <w:rFonts w:hint="eastAsia" w:cs="宋体"/>
          <w:sz w:val="24"/>
          <w:szCs w:val="24"/>
        </w:rPr>
        <w:t>、西方立体主义开山之作《亚威农少女》的作者是：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达利；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米罗；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毕加索。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79</w:t>
      </w:r>
      <w:r>
        <w:rPr>
          <w:rFonts w:hint="eastAsia" w:cs="宋体"/>
          <w:sz w:val="24"/>
          <w:szCs w:val="24"/>
        </w:rPr>
        <w:t>、超现实主义著名画作《记忆的永恒》的作者是：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sz w:val="24"/>
          <w:szCs w:val="24"/>
        </w:rPr>
        <w:t xml:space="preserve">      A.</w:t>
      </w:r>
      <w:r>
        <w:rPr>
          <w:rFonts w:hint="eastAsia" w:cs="宋体"/>
          <w:sz w:val="24"/>
          <w:szCs w:val="24"/>
        </w:rPr>
        <w:t>达利；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米罗；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毕加索。</w:t>
      </w:r>
    </w:p>
    <w:p>
      <w:pPr>
        <w:spacing w:line="360" w:lineRule="auto"/>
        <w:jc w:val="left"/>
        <w:rPr>
          <w:rFonts w:cs="Times New Roman"/>
          <w:sz w:val="24"/>
          <w:szCs w:val="24"/>
        </w:rPr>
      </w:pPr>
      <w:r>
        <w:rPr>
          <w:rFonts w:hint="eastAsia" w:cs="宋体"/>
          <w:sz w:val="24"/>
          <w:szCs w:val="24"/>
        </w:rPr>
        <w:t>（</w:t>
      </w:r>
      <w:r>
        <w:rPr>
          <w:sz w:val="24"/>
          <w:szCs w:val="24"/>
        </w:rPr>
        <w:t xml:space="preserve">  </w:t>
      </w:r>
      <w:r>
        <w:rPr>
          <w:rFonts w:hint="eastAsia" w:cs="宋体"/>
          <w:sz w:val="24"/>
          <w:szCs w:val="24"/>
        </w:rPr>
        <w:t>）</w:t>
      </w:r>
      <w:r>
        <w:rPr>
          <w:sz w:val="24"/>
          <w:szCs w:val="24"/>
        </w:rPr>
        <w:t>80</w:t>
      </w:r>
      <w:r>
        <w:rPr>
          <w:rFonts w:hint="eastAsia" w:cs="宋体"/>
          <w:sz w:val="24"/>
          <w:szCs w:val="24"/>
        </w:rPr>
        <w:t>、美国著名抽象表现主义画作《秋韵：</w:t>
      </w:r>
      <w:r>
        <w:rPr>
          <w:sz w:val="24"/>
          <w:szCs w:val="24"/>
        </w:rPr>
        <w:t>1950</w:t>
      </w:r>
      <w:r>
        <w:rPr>
          <w:rFonts w:hint="eastAsia" w:cs="宋体"/>
          <w:sz w:val="24"/>
          <w:szCs w:val="24"/>
        </w:rPr>
        <w:t>年</w:t>
      </w:r>
      <w:r>
        <w:rPr>
          <w:sz w:val="24"/>
          <w:szCs w:val="24"/>
        </w:rPr>
        <w:t>30</w:t>
      </w:r>
      <w:r>
        <w:rPr>
          <w:rFonts w:hint="eastAsia" w:cs="宋体"/>
          <w:sz w:val="24"/>
          <w:szCs w:val="24"/>
        </w:rPr>
        <w:t>号作品》的作者是：</w:t>
      </w:r>
    </w:p>
    <w:p>
      <w:pPr>
        <w:numPr>
          <w:ilvl w:val="0"/>
          <w:numId w:val="1"/>
        </w:numPr>
        <w:spacing w:line="360" w:lineRule="auto"/>
        <w:ind w:left="585" w:leftChars="0" w:firstLine="0" w:firstLineChars="0"/>
        <w:jc w:val="lef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罗斯科；</w:t>
      </w:r>
      <w:r>
        <w:rPr>
          <w:sz w:val="24"/>
          <w:szCs w:val="24"/>
        </w:rPr>
        <w:t xml:space="preserve">      B.</w:t>
      </w:r>
      <w:r>
        <w:rPr>
          <w:rFonts w:hint="eastAsia" w:cs="宋体"/>
          <w:sz w:val="24"/>
          <w:szCs w:val="24"/>
        </w:rPr>
        <w:t>德库宁；</w:t>
      </w:r>
      <w:r>
        <w:rPr>
          <w:sz w:val="24"/>
          <w:szCs w:val="24"/>
        </w:rPr>
        <w:t xml:space="preserve">      C.</w:t>
      </w:r>
      <w:r>
        <w:rPr>
          <w:rFonts w:hint="eastAsia" w:cs="宋体"/>
          <w:sz w:val="24"/>
          <w:szCs w:val="24"/>
        </w:rPr>
        <w:t>波洛克。</w:t>
      </w:r>
    </w:p>
    <w:p>
      <w:pPr>
        <w:numPr>
          <w:ilvl w:val="0"/>
          <w:numId w:val="0"/>
        </w:numPr>
        <w:spacing w:line="360" w:lineRule="auto"/>
        <w:ind w:left="585" w:leftChars="0"/>
        <w:jc w:val="left"/>
        <w:rPr>
          <w:rFonts w:hint="eastAsia" w:cs="宋体"/>
          <w:sz w:val="24"/>
          <w:szCs w:val="24"/>
        </w:rPr>
      </w:pPr>
    </w:p>
    <w:p>
      <w:pPr>
        <w:numPr>
          <w:ilvl w:val="0"/>
          <w:numId w:val="0"/>
        </w:numPr>
        <w:spacing w:line="360" w:lineRule="auto"/>
        <w:ind w:left="585" w:leftChars="0"/>
        <w:jc w:val="center"/>
        <w:rPr>
          <w:rFonts w:hint="eastAsia" w:cs="宋体"/>
          <w:b/>
          <w:bCs/>
          <w:sz w:val="30"/>
          <w:szCs w:val="30"/>
          <w:lang w:val="en-US" w:eastAsia="zh-CN"/>
        </w:rPr>
      </w:pPr>
      <w:r>
        <w:rPr>
          <w:rFonts w:hint="eastAsia" w:cs="宋体"/>
          <w:b/>
          <w:bCs/>
          <w:sz w:val="30"/>
          <w:szCs w:val="30"/>
          <w:lang w:val="en-US" w:eastAsia="zh-CN"/>
        </w:rPr>
        <w:t>参考答案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cs="宋体"/>
          <w:b/>
          <w:bCs/>
          <w:sz w:val="30"/>
          <w:szCs w:val="30"/>
          <w:lang w:val="en-US" w:eastAsia="zh-CN"/>
        </w:rPr>
      </w:pPr>
      <w:r>
        <w:rPr>
          <w:rFonts w:hint="eastAsia" w:cs="宋体"/>
          <w:b/>
          <w:bCs/>
          <w:sz w:val="30"/>
          <w:szCs w:val="30"/>
          <w:lang w:val="en-US" w:eastAsia="zh-CN"/>
        </w:rPr>
        <w:t>一、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cs="宋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color w:val="auto"/>
          <w:sz w:val="28"/>
          <w:szCs w:val="28"/>
          <w:lang w:val="en-US" w:eastAsia="zh-CN"/>
        </w:rPr>
        <w:t>1.C,2.B,3.B,4.C,5.A,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6.C,7.A,8.A,9.C,10.A,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11.B,12.B,13.A,14.B,15.B,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16.A,17.C,18.A,19.A,20.C,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21.A,22.A,23.A24.A,25.C,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26.A,27.B,28.B,29.B,30.A,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31.B,32.C,33.A,34.C,35.A,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36.C,37.A,38.C,39.B,40.A,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41.C,42.B,43.A,44.A,45.B,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46.C,47.B,48.A,49.A,50.C,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51.A,52.C,53.A,54.A,55.B,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56.A,57.A,58.C,59.A,60.A</w:t>
      </w:r>
    </w:p>
    <w:p>
      <w:pPr>
        <w:numPr>
          <w:ilvl w:val="0"/>
          <w:numId w:val="0"/>
        </w:numPr>
        <w:spacing w:line="360" w:lineRule="auto"/>
        <w:jc w:val="both"/>
        <w:rPr>
          <w:rFonts w:hint="eastAsia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二、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61.A,62.B,63.C,64.C,65.A,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66.C,67.C,68.A,69.B,70.C,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71.A,72.B,73.C,74.B,75.B,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cs="宋体"/>
          <w:b w:val="0"/>
          <w:bCs w:val="0"/>
          <w:sz w:val="28"/>
          <w:szCs w:val="28"/>
          <w:lang w:val="en-US" w:eastAsia="zh-CN"/>
        </w:rPr>
        <w:t>76.B,77.A,78.C,79.A,80.C</w:t>
      </w:r>
      <w:bookmarkStart w:id="0" w:name="_GoBack"/>
      <w:bookmarkEnd w:id="0"/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hint="default" w:cs="宋体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E47AEE"/>
    <w:multiLevelType w:val="singleLevel"/>
    <w:tmpl w:val="D9E47AEE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585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1E1"/>
    <w:rsid w:val="00000290"/>
    <w:rsid w:val="00000B69"/>
    <w:rsid w:val="0000100D"/>
    <w:rsid w:val="00001969"/>
    <w:rsid w:val="000021B4"/>
    <w:rsid w:val="0000363B"/>
    <w:rsid w:val="00003C2D"/>
    <w:rsid w:val="0000429F"/>
    <w:rsid w:val="00004CCC"/>
    <w:rsid w:val="00005E20"/>
    <w:rsid w:val="00006119"/>
    <w:rsid w:val="00006A69"/>
    <w:rsid w:val="00013A9D"/>
    <w:rsid w:val="00013D30"/>
    <w:rsid w:val="00014671"/>
    <w:rsid w:val="00015109"/>
    <w:rsid w:val="0001661E"/>
    <w:rsid w:val="0001724D"/>
    <w:rsid w:val="00021315"/>
    <w:rsid w:val="000228DB"/>
    <w:rsid w:val="000231B6"/>
    <w:rsid w:val="00023345"/>
    <w:rsid w:val="000240FC"/>
    <w:rsid w:val="00024BEC"/>
    <w:rsid w:val="00024C16"/>
    <w:rsid w:val="00025326"/>
    <w:rsid w:val="000254C0"/>
    <w:rsid w:val="00025629"/>
    <w:rsid w:val="00025AB6"/>
    <w:rsid w:val="000260D4"/>
    <w:rsid w:val="0002723C"/>
    <w:rsid w:val="0003029D"/>
    <w:rsid w:val="000308D8"/>
    <w:rsid w:val="000313C2"/>
    <w:rsid w:val="000321A0"/>
    <w:rsid w:val="00032228"/>
    <w:rsid w:val="0003287E"/>
    <w:rsid w:val="00032F17"/>
    <w:rsid w:val="00034152"/>
    <w:rsid w:val="0003419F"/>
    <w:rsid w:val="00034333"/>
    <w:rsid w:val="00035DD4"/>
    <w:rsid w:val="00036C38"/>
    <w:rsid w:val="00041D33"/>
    <w:rsid w:val="000425E6"/>
    <w:rsid w:val="00042B99"/>
    <w:rsid w:val="00043E0A"/>
    <w:rsid w:val="00043F14"/>
    <w:rsid w:val="000445BF"/>
    <w:rsid w:val="00044AAA"/>
    <w:rsid w:val="00046EAA"/>
    <w:rsid w:val="000473A0"/>
    <w:rsid w:val="00050F3F"/>
    <w:rsid w:val="00052245"/>
    <w:rsid w:val="00054012"/>
    <w:rsid w:val="000542F1"/>
    <w:rsid w:val="000545B7"/>
    <w:rsid w:val="00054CDB"/>
    <w:rsid w:val="00055117"/>
    <w:rsid w:val="00055641"/>
    <w:rsid w:val="00055DF1"/>
    <w:rsid w:val="000563ED"/>
    <w:rsid w:val="00057A5A"/>
    <w:rsid w:val="0006023C"/>
    <w:rsid w:val="000607CD"/>
    <w:rsid w:val="000608C7"/>
    <w:rsid w:val="00061BA1"/>
    <w:rsid w:val="0006356F"/>
    <w:rsid w:val="00063ABE"/>
    <w:rsid w:val="00064291"/>
    <w:rsid w:val="00064BBA"/>
    <w:rsid w:val="0006550B"/>
    <w:rsid w:val="000656D0"/>
    <w:rsid w:val="00065B4A"/>
    <w:rsid w:val="00066992"/>
    <w:rsid w:val="00066BD4"/>
    <w:rsid w:val="00067DCD"/>
    <w:rsid w:val="000718A1"/>
    <w:rsid w:val="00071AB6"/>
    <w:rsid w:val="00071FB0"/>
    <w:rsid w:val="0007338D"/>
    <w:rsid w:val="0007596D"/>
    <w:rsid w:val="00076087"/>
    <w:rsid w:val="00077AA9"/>
    <w:rsid w:val="00080043"/>
    <w:rsid w:val="000809B4"/>
    <w:rsid w:val="000812B7"/>
    <w:rsid w:val="00081E27"/>
    <w:rsid w:val="00082676"/>
    <w:rsid w:val="00082F8E"/>
    <w:rsid w:val="00082FB8"/>
    <w:rsid w:val="0008329D"/>
    <w:rsid w:val="00083457"/>
    <w:rsid w:val="00084EAE"/>
    <w:rsid w:val="0008517D"/>
    <w:rsid w:val="00086AA6"/>
    <w:rsid w:val="00086D16"/>
    <w:rsid w:val="000902DC"/>
    <w:rsid w:val="000910A5"/>
    <w:rsid w:val="000915EF"/>
    <w:rsid w:val="00091D48"/>
    <w:rsid w:val="00092BC4"/>
    <w:rsid w:val="00093248"/>
    <w:rsid w:val="0009345E"/>
    <w:rsid w:val="000951ED"/>
    <w:rsid w:val="00095632"/>
    <w:rsid w:val="00096FC0"/>
    <w:rsid w:val="00097456"/>
    <w:rsid w:val="00097C8C"/>
    <w:rsid w:val="00097E1A"/>
    <w:rsid w:val="00097E52"/>
    <w:rsid w:val="000A0B2B"/>
    <w:rsid w:val="000A0D1F"/>
    <w:rsid w:val="000A24FC"/>
    <w:rsid w:val="000A272C"/>
    <w:rsid w:val="000A432A"/>
    <w:rsid w:val="000A5A48"/>
    <w:rsid w:val="000A6256"/>
    <w:rsid w:val="000A7AD2"/>
    <w:rsid w:val="000B0DA7"/>
    <w:rsid w:val="000B109F"/>
    <w:rsid w:val="000B1877"/>
    <w:rsid w:val="000B213B"/>
    <w:rsid w:val="000B34B9"/>
    <w:rsid w:val="000B4F24"/>
    <w:rsid w:val="000B5C63"/>
    <w:rsid w:val="000B616E"/>
    <w:rsid w:val="000B695A"/>
    <w:rsid w:val="000B6B35"/>
    <w:rsid w:val="000C08DA"/>
    <w:rsid w:val="000C0987"/>
    <w:rsid w:val="000C1BCF"/>
    <w:rsid w:val="000C1C2E"/>
    <w:rsid w:val="000C1E71"/>
    <w:rsid w:val="000C2BB2"/>
    <w:rsid w:val="000C2F01"/>
    <w:rsid w:val="000C5247"/>
    <w:rsid w:val="000C6012"/>
    <w:rsid w:val="000C6A70"/>
    <w:rsid w:val="000C799F"/>
    <w:rsid w:val="000D008D"/>
    <w:rsid w:val="000D00C8"/>
    <w:rsid w:val="000D0126"/>
    <w:rsid w:val="000D1D17"/>
    <w:rsid w:val="000D38A3"/>
    <w:rsid w:val="000D650C"/>
    <w:rsid w:val="000D7E83"/>
    <w:rsid w:val="000E0272"/>
    <w:rsid w:val="000E129A"/>
    <w:rsid w:val="000E1444"/>
    <w:rsid w:val="000E1EFB"/>
    <w:rsid w:val="000E21C8"/>
    <w:rsid w:val="000E302C"/>
    <w:rsid w:val="000E39B4"/>
    <w:rsid w:val="000E39F5"/>
    <w:rsid w:val="000E3D75"/>
    <w:rsid w:val="000E43D5"/>
    <w:rsid w:val="000E4F7F"/>
    <w:rsid w:val="000E5EEC"/>
    <w:rsid w:val="000E6E80"/>
    <w:rsid w:val="000E7C95"/>
    <w:rsid w:val="000F09D5"/>
    <w:rsid w:val="000F0F00"/>
    <w:rsid w:val="000F2900"/>
    <w:rsid w:val="000F38CC"/>
    <w:rsid w:val="000F39A0"/>
    <w:rsid w:val="000F455B"/>
    <w:rsid w:val="000F6CE5"/>
    <w:rsid w:val="000F6F4E"/>
    <w:rsid w:val="000F709C"/>
    <w:rsid w:val="000F7BA4"/>
    <w:rsid w:val="00100050"/>
    <w:rsid w:val="0010005B"/>
    <w:rsid w:val="0010120A"/>
    <w:rsid w:val="001012A5"/>
    <w:rsid w:val="001018DE"/>
    <w:rsid w:val="00101F6E"/>
    <w:rsid w:val="00102113"/>
    <w:rsid w:val="00102F09"/>
    <w:rsid w:val="00104F41"/>
    <w:rsid w:val="001057EE"/>
    <w:rsid w:val="00105F1D"/>
    <w:rsid w:val="00106A2A"/>
    <w:rsid w:val="0010768F"/>
    <w:rsid w:val="00110A90"/>
    <w:rsid w:val="001115B7"/>
    <w:rsid w:val="00111EE2"/>
    <w:rsid w:val="0011262E"/>
    <w:rsid w:val="00112A1A"/>
    <w:rsid w:val="00112DE5"/>
    <w:rsid w:val="00114118"/>
    <w:rsid w:val="0011689B"/>
    <w:rsid w:val="0011717F"/>
    <w:rsid w:val="00123270"/>
    <w:rsid w:val="0012361F"/>
    <w:rsid w:val="001257D1"/>
    <w:rsid w:val="0012588D"/>
    <w:rsid w:val="00125DDE"/>
    <w:rsid w:val="0012638E"/>
    <w:rsid w:val="00130722"/>
    <w:rsid w:val="00130E96"/>
    <w:rsid w:val="001311A7"/>
    <w:rsid w:val="00131C49"/>
    <w:rsid w:val="00133A1D"/>
    <w:rsid w:val="0013486D"/>
    <w:rsid w:val="00134F6F"/>
    <w:rsid w:val="00135180"/>
    <w:rsid w:val="00135396"/>
    <w:rsid w:val="00137CA7"/>
    <w:rsid w:val="0014082B"/>
    <w:rsid w:val="001420A1"/>
    <w:rsid w:val="001422EC"/>
    <w:rsid w:val="001434C8"/>
    <w:rsid w:val="00144E28"/>
    <w:rsid w:val="0014656F"/>
    <w:rsid w:val="00146574"/>
    <w:rsid w:val="00146857"/>
    <w:rsid w:val="0014711A"/>
    <w:rsid w:val="00150FC8"/>
    <w:rsid w:val="001528AC"/>
    <w:rsid w:val="00152A0A"/>
    <w:rsid w:val="00153059"/>
    <w:rsid w:val="00153913"/>
    <w:rsid w:val="001545DF"/>
    <w:rsid w:val="0015518C"/>
    <w:rsid w:val="00155E30"/>
    <w:rsid w:val="00157291"/>
    <w:rsid w:val="00157541"/>
    <w:rsid w:val="00161413"/>
    <w:rsid w:val="001617D0"/>
    <w:rsid w:val="00161FE7"/>
    <w:rsid w:val="00162A3A"/>
    <w:rsid w:val="00163DC2"/>
    <w:rsid w:val="00164110"/>
    <w:rsid w:val="00164412"/>
    <w:rsid w:val="001644B6"/>
    <w:rsid w:val="00165104"/>
    <w:rsid w:val="001652B1"/>
    <w:rsid w:val="0016730A"/>
    <w:rsid w:val="0016771B"/>
    <w:rsid w:val="001678FB"/>
    <w:rsid w:val="00167DC3"/>
    <w:rsid w:val="001708B5"/>
    <w:rsid w:val="001713DD"/>
    <w:rsid w:val="0017198D"/>
    <w:rsid w:val="001720DC"/>
    <w:rsid w:val="00172847"/>
    <w:rsid w:val="001736F6"/>
    <w:rsid w:val="00173841"/>
    <w:rsid w:val="00173BDF"/>
    <w:rsid w:val="00174716"/>
    <w:rsid w:val="00175E28"/>
    <w:rsid w:val="00176A96"/>
    <w:rsid w:val="00176B58"/>
    <w:rsid w:val="00177975"/>
    <w:rsid w:val="0018005A"/>
    <w:rsid w:val="00180B35"/>
    <w:rsid w:val="00182904"/>
    <w:rsid w:val="00184A2B"/>
    <w:rsid w:val="001855CC"/>
    <w:rsid w:val="0018597D"/>
    <w:rsid w:val="00185B2F"/>
    <w:rsid w:val="001903DF"/>
    <w:rsid w:val="00191FEB"/>
    <w:rsid w:val="0019513A"/>
    <w:rsid w:val="00195277"/>
    <w:rsid w:val="00195DF1"/>
    <w:rsid w:val="00195EDA"/>
    <w:rsid w:val="00196D00"/>
    <w:rsid w:val="00197D63"/>
    <w:rsid w:val="001A0083"/>
    <w:rsid w:val="001A04D9"/>
    <w:rsid w:val="001A0A64"/>
    <w:rsid w:val="001A0C35"/>
    <w:rsid w:val="001A3865"/>
    <w:rsid w:val="001A3E7B"/>
    <w:rsid w:val="001A43A4"/>
    <w:rsid w:val="001A545A"/>
    <w:rsid w:val="001A64DF"/>
    <w:rsid w:val="001A6579"/>
    <w:rsid w:val="001A7C52"/>
    <w:rsid w:val="001B0708"/>
    <w:rsid w:val="001B0AB8"/>
    <w:rsid w:val="001B0B8B"/>
    <w:rsid w:val="001B20CB"/>
    <w:rsid w:val="001B20EC"/>
    <w:rsid w:val="001B2793"/>
    <w:rsid w:val="001B3B21"/>
    <w:rsid w:val="001B3FCF"/>
    <w:rsid w:val="001B4327"/>
    <w:rsid w:val="001B5C4E"/>
    <w:rsid w:val="001B7928"/>
    <w:rsid w:val="001B7DE9"/>
    <w:rsid w:val="001C0243"/>
    <w:rsid w:val="001C08E3"/>
    <w:rsid w:val="001C0C49"/>
    <w:rsid w:val="001C2043"/>
    <w:rsid w:val="001C2C28"/>
    <w:rsid w:val="001C31C0"/>
    <w:rsid w:val="001C3752"/>
    <w:rsid w:val="001C450C"/>
    <w:rsid w:val="001C4FFE"/>
    <w:rsid w:val="001C621D"/>
    <w:rsid w:val="001C6CBB"/>
    <w:rsid w:val="001C77FD"/>
    <w:rsid w:val="001C7D99"/>
    <w:rsid w:val="001D0100"/>
    <w:rsid w:val="001D04F8"/>
    <w:rsid w:val="001D1440"/>
    <w:rsid w:val="001D2298"/>
    <w:rsid w:val="001D22BB"/>
    <w:rsid w:val="001D24C0"/>
    <w:rsid w:val="001D2829"/>
    <w:rsid w:val="001D3114"/>
    <w:rsid w:val="001D643B"/>
    <w:rsid w:val="001D6911"/>
    <w:rsid w:val="001D6A0F"/>
    <w:rsid w:val="001D75DA"/>
    <w:rsid w:val="001E0AA5"/>
    <w:rsid w:val="001E22F4"/>
    <w:rsid w:val="001E24A4"/>
    <w:rsid w:val="001E2E4E"/>
    <w:rsid w:val="001E4813"/>
    <w:rsid w:val="001E4927"/>
    <w:rsid w:val="001E63C2"/>
    <w:rsid w:val="001E7795"/>
    <w:rsid w:val="001F0394"/>
    <w:rsid w:val="001F0886"/>
    <w:rsid w:val="001F0FB9"/>
    <w:rsid w:val="001F10A8"/>
    <w:rsid w:val="001F1D70"/>
    <w:rsid w:val="001F289B"/>
    <w:rsid w:val="001F2DB6"/>
    <w:rsid w:val="001F3B60"/>
    <w:rsid w:val="001F45D1"/>
    <w:rsid w:val="001F50F9"/>
    <w:rsid w:val="001F5757"/>
    <w:rsid w:val="001F5D99"/>
    <w:rsid w:val="001F6402"/>
    <w:rsid w:val="001F70D7"/>
    <w:rsid w:val="001F737A"/>
    <w:rsid w:val="001F7B9F"/>
    <w:rsid w:val="002001B0"/>
    <w:rsid w:val="00201C35"/>
    <w:rsid w:val="00203454"/>
    <w:rsid w:val="00203CDC"/>
    <w:rsid w:val="002053A4"/>
    <w:rsid w:val="00206222"/>
    <w:rsid w:val="00206E4E"/>
    <w:rsid w:val="00210383"/>
    <w:rsid w:val="00210822"/>
    <w:rsid w:val="00210BCA"/>
    <w:rsid w:val="00213B8D"/>
    <w:rsid w:val="002157B4"/>
    <w:rsid w:val="00215E42"/>
    <w:rsid w:val="00216913"/>
    <w:rsid w:val="00217619"/>
    <w:rsid w:val="002204D2"/>
    <w:rsid w:val="0022091C"/>
    <w:rsid w:val="00220AAE"/>
    <w:rsid w:val="002216E0"/>
    <w:rsid w:val="00221FB6"/>
    <w:rsid w:val="002235B7"/>
    <w:rsid w:val="00223E14"/>
    <w:rsid w:val="00224583"/>
    <w:rsid w:val="0022474B"/>
    <w:rsid w:val="00224C92"/>
    <w:rsid w:val="002253E3"/>
    <w:rsid w:val="00226A55"/>
    <w:rsid w:val="002275F4"/>
    <w:rsid w:val="00227BEC"/>
    <w:rsid w:val="002315C4"/>
    <w:rsid w:val="00231A0F"/>
    <w:rsid w:val="002323F0"/>
    <w:rsid w:val="00232B0C"/>
    <w:rsid w:val="00232B47"/>
    <w:rsid w:val="002357CE"/>
    <w:rsid w:val="00236A68"/>
    <w:rsid w:val="00237403"/>
    <w:rsid w:val="0024056F"/>
    <w:rsid w:val="0024109B"/>
    <w:rsid w:val="002410FD"/>
    <w:rsid w:val="002412C9"/>
    <w:rsid w:val="0024185E"/>
    <w:rsid w:val="002419AE"/>
    <w:rsid w:val="00241E73"/>
    <w:rsid w:val="00243C32"/>
    <w:rsid w:val="00243C68"/>
    <w:rsid w:val="0024465C"/>
    <w:rsid w:val="00244DB5"/>
    <w:rsid w:val="002459EB"/>
    <w:rsid w:val="00245D9B"/>
    <w:rsid w:val="00247A6F"/>
    <w:rsid w:val="00251303"/>
    <w:rsid w:val="0025296A"/>
    <w:rsid w:val="00252ABD"/>
    <w:rsid w:val="00252E4E"/>
    <w:rsid w:val="002561A8"/>
    <w:rsid w:val="002564AE"/>
    <w:rsid w:val="002570BD"/>
    <w:rsid w:val="00257B90"/>
    <w:rsid w:val="00257E5C"/>
    <w:rsid w:val="00260D4B"/>
    <w:rsid w:val="00262C29"/>
    <w:rsid w:val="00262C68"/>
    <w:rsid w:val="0026396B"/>
    <w:rsid w:val="00263FEF"/>
    <w:rsid w:val="00264417"/>
    <w:rsid w:val="0026443B"/>
    <w:rsid w:val="00264BE8"/>
    <w:rsid w:val="00264CA6"/>
    <w:rsid w:val="00265109"/>
    <w:rsid w:val="00267CB3"/>
    <w:rsid w:val="00267F0A"/>
    <w:rsid w:val="002702FF"/>
    <w:rsid w:val="002714B8"/>
    <w:rsid w:val="002739A6"/>
    <w:rsid w:val="00273B72"/>
    <w:rsid w:val="002740B6"/>
    <w:rsid w:val="00274E8C"/>
    <w:rsid w:val="00275B67"/>
    <w:rsid w:val="0027608A"/>
    <w:rsid w:val="00276E59"/>
    <w:rsid w:val="0027712B"/>
    <w:rsid w:val="002779B6"/>
    <w:rsid w:val="00277C3F"/>
    <w:rsid w:val="00280485"/>
    <w:rsid w:val="00281C72"/>
    <w:rsid w:val="00282B26"/>
    <w:rsid w:val="00282CC0"/>
    <w:rsid w:val="002838B0"/>
    <w:rsid w:val="0028447E"/>
    <w:rsid w:val="00284FC6"/>
    <w:rsid w:val="00287BBA"/>
    <w:rsid w:val="002906B7"/>
    <w:rsid w:val="002907CD"/>
    <w:rsid w:val="0029121A"/>
    <w:rsid w:val="002921C1"/>
    <w:rsid w:val="002925B0"/>
    <w:rsid w:val="00292A07"/>
    <w:rsid w:val="00293477"/>
    <w:rsid w:val="0029378B"/>
    <w:rsid w:val="002937AF"/>
    <w:rsid w:val="00293B58"/>
    <w:rsid w:val="00294A64"/>
    <w:rsid w:val="00294D31"/>
    <w:rsid w:val="002955B8"/>
    <w:rsid w:val="00297570"/>
    <w:rsid w:val="002A0224"/>
    <w:rsid w:val="002A0CF2"/>
    <w:rsid w:val="002A15A8"/>
    <w:rsid w:val="002A28CB"/>
    <w:rsid w:val="002A2B21"/>
    <w:rsid w:val="002A3841"/>
    <w:rsid w:val="002A398A"/>
    <w:rsid w:val="002A39F7"/>
    <w:rsid w:val="002A4725"/>
    <w:rsid w:val="002A476F"/>
    <w:rsid w:val="002A61E7"/>
    <w:rsid w:val="002B02C2"/>
    <w:rsid w:val="002B08C8"/>
    <w:rsid w:val="002B10C7"/>
    <w:rsid w:val="002B1632"/>
    <w:rsid w:val="002B1C8E"/>
    <w:rsid w:val="002B3086"/>
    <w:rsid w:val="002B3107"/>
    <w:rsid w:val="002B4044"/>
    <w:rsid w:val="002B4317"/>
    <w:rsid w:val="002B4402"/>
    <w:rsid w:val="002B455F"/>
    <w:rsid w:val="002B46FE"/>
    <w:rsid w:val="002B4BE3"/>
    <w:rsid w:val="002B4E97"/>
    <w:rsid w:val="002B5E34"/>
    <w:rsid w:val="002B6D72"/>
    <w:rsid w:val="002B7F45"/>
    <w:rsid w:val="002C10BD"/>
    <w:rsid w:val="002C13EC"/>
    <w:rsid w:val="002C2406"/>
    <w:rsid w:val="002C2EBC"/>
    <w:rsid w:val="002C4DC1"/>
    <w:rsid w:val="002C5084"/>
    <w:rsid w:val="002C6F17"/>
    <w:rsid w:val="002C7116"/>
    <w:rsid w:val="002C76D5"/>
    <w:rsid w:val="002C78D5"/>
    <w:rsid w:val="002C7903"/>
    <w:rsid w:val="002C7FA7"/>
    <w:rsid w:val="002D0CD9"/>
    <w:rsid w:val="002D2944"/>
    <w:rsid w:val="002D32ED"/>
    <w:rsid w:val="002D3BD5"/>
    <w:rsid w:val="002D438A"/>
    <w:rsid w:val="002D5CA8"/>
    <w:rsid w:val="002D698A"/>
    <w:rsid w:val="002D7DB6"/>
    <w:rsid w:val="002E0B57"/>
    <w:rsid w:val="002E0CBD"/>
    <w:rsid w:val="002E18CC"/>
    <w:rsid w:val="002E2AEB"/>
    <w:rsid w:val="002E2E07"/>
    <w:rsid w:val="002E30F7"/>
    <w:rsid w:val="002E3190"/>
    <w:rsid w:val="002E366B"/>
    <w:rsid w:val="002E5651"/>
    <w:rsid w:val="002E5B55"/>
    <w:rsid w:val="002E5DBD"/>
    <w:rsid w:val="002E6494"/>
    <w:rsid w:val="002E6620"/>
    <w:rsid w:val="002E6EC1"/>
    <w:rsid w:val="002E7C6A"/>
    <w:rsid w:val="002E7F37"/>
    <w:rsid w:val="002F0402"/>
    <w:rsid w:val="002F077E"/>
    <w:rsid w:val="002F0D33"/>
    <w:rsid w:val="002F130F"/>
    <w:rsid w:val="002F143B"/>
    <w:rsid w:val="002F1495"/>
    <w:rsid w:val="002F22E3"/>
    <w:rsid w:val="002F46E2"/>
    <w:rsid w:val="002F46FA"/>
    <w:rsid w:val="00301370"/>
    <w:rsid w:val="00303142"/>
    <w:rsid w:val="0030452E"/>
    <w:rsid w:val="003066F6"/>
    <w:rsid w:val="00306739"/>
    <w:rsid w:val="00306E5F"/>
    <w:rsid w:val="00310D60"/>
    <w:rsid w:val="00310F48"/>
    <w:rsid w:val="00313681"/>
    <w:rsid w:val="00314A6F"/>
    <w:rsid w:val="003157C6"/>
    <w:rsid w:val="0031592E"/>
    <w:rsid w:val="0031685A"/>
    <w:rsid w:val="003177F4"/>
    <w:rsid w:val="00324B7D"/>
    <w:rsid w:val="003272F4"/>
    <w:rsid w:val="00327A33"/>
    <w:rsid w:val="00327A5D"/>
    <w:rsid w:val="003305B5"/>
    <w:rsid w:val="00331996"/>
    <w:rsid w:val="00331DE8"/>
    <w:rsid w:val="0033279F"/>
    <w:rsid w:val="003335A0"/>
    <w:rsid w:val="00334BE9"/>
    <w:rsid w:val="00334F85"/>
    <w:rsid w:val="00335091"/>
    <w:rsid w:val="003358C1"/>
    <w:rsid w:val="00335DDA"/>
    <w:rsid w:val="00336D8E"/>
    <w:rsid w:val="00342D94"/>
    <w:rsid w:val="00343E7D"/>
    <w:rsid w:val="003448A9"/>
    <w:rsid w:val="00345203"/>
    <w:rsid w:val="003458C1"/>
    <w:rsid w:val="00346979"/>
    <w:rsid w:val="003476D6"/>
    <w:rsid w:val="00350097"/>
    <w:rsid w:val="0035108E"/>
    <w:rsid w:val="003517C7"/>
    <w:rsid w:val="00351BA1"/>
    <w:rsid w:val="00351D89"/>
    <w:rsid w:val="00353CCB"/>
    <w:rsid w:val="00354284"/>
    <w:rsid w:val="00354DF9"/>
    <w:rsid w:val="003551A0"/>
    <w:rsid w:val="0035536A"/>
    <w:rsid w:val="003567CB"/>
    <w:rsid w:val="00357E48"/>
    <w:rsid w:val="0036014E"/>
    <w:rsid w:val="00360EF1"/>
    <w:rsid w:val="00361AAA"/>
    <w:rsid w:val="00361F13"/>
    <w:rsid w:val="00363740"/>
    <w:rsid w:val="00363FA3"/>
    <w:rsid w:val="003643D7"/>
    <w:rsid w:val="00365D85"/>
    <w:rsid w:val="00366A3E"/>
    <w:rsid w:val="003701EE"/>
    <w:rsid w:val="00371438"/>
    <w:rsid w:val="003717BF"/>
    <w:rsid w:val="0037201D"/>
    <w:rsid w:val="00373743"/>
    <w:rsid w:val="00373D6E"/>
    <w:rsid w:val="00373F2E"/>
    <w:rsid w:val="00373F6A"/>
    <w:rsid w:val="00374808"/>
    <w:rsid w:val="003756AD"/>
    <w:rsid w:val="00376073"/>
    <w:rsid w:val="00376C5F"/>
    <w:rsid w:val="0038135B"/>
    <w:rsid w:val="00382828"/>
    <w:rsid w:val="00383BC0"/>
    <w:rsid w:val="00385A53"/>
    <w:rsid w:val="00385BD3"/>
    <w:rsid w:val="0038662D"/>
    <w:rsid w:val="0038677D"/>
    <w:rsid w:val="00386B06"/>
    <w:rsid w:val="00386DDB"/>
    <w:rsid w:val="00387DF2"/>
    <w:rsid w:val="003909D3"/>
    <w:rsid w:val="0039162E"/>
    <w:rsid w:val="0039168B"/>
    <w:rsid w:val="0039176D"/>
    <w:rsid w:val="003925BF"/>
    <w:rsid w:val="003927F4"/>
    <w:rsid w:val="00393E31"/>
    <w:rsid w:val="00395050"/>
    <w:rsid w:val="00395136"/>
    <w:rsid w:val="003958E2"/>
    <w:rsid w:val="00395EEA"/>
    <w:rsid w:val="0039641F"/>
    <w:rsid w:val="00396440"/>
    <w:rsid w:val="00396D5E"/>
    <w:rsid w:val="00396DF7"/>
    <w:rsid w:val="00396F07"/>
    <w:rsid w:val="00396F52"/>
    <w:rsid w:val="00397A9D"/>
    <w:rsid w:val="00397E3B"/>
    <w:rsid w:val="003A0B99"/>
    <w:rsid w:val="003A167B"/>
    <w:rsid w:val="003A171C"/>
    <w:rsid w:val="003A174B"/>
    <w:rsid w:val="003A299A"/>
    <w:rsid w:val="003A2C0A"/>
    <w:rsid w:val="003A2C1A"/>
    <w:rsid w:val="003A353D"/>
    <w:rsid w:val="003A38DD"/>
    <w:rsid w:val="003A3B39"/>
    <w:rsid w:val="003A3E37"/>
    <w:rsid w:val="003A453F"/>
    <w:rsid w:val="003A4DBC"/>
    <w:rsid w:val="003A6A92"/>
    <w:rsid w:val="003A6FCF"/>
    <w:rsid w:val="003B0451"/>
    <w:rsid w:val="003B0E13"/>
    <w:rsid w:val="003B1033"/>
    <w:rsid w:val="003B25F5"/>
    <w:rsid w:val="003B28B5"/>
    <w:rsid w:val="003B2FCF"/>
    <w:rsid w:val="003B3BAB"/>
    <w:rsid w:val="003B3F0C"/>
    <w:rsid w:val="003B461C"/>
    <w:rsid w:val="003B5A87"/>
    <w:rsid w:val="003B5DFE"/>
    <w:rsid w:val="003B76F9"/>
    <w:rsid w:val="003C0047"/>
    <w:rsid w:val="003C0502"/>
    <w:rsid w:val="003C07C1"/>
    <w:rsid w:val="003C1EDE"/>
    <w:rsid w:val="003C301E"/>
    <w:rsid w:val="003C3343"/>
    <w:rsid w:val="003C37A7"/>
    <w:rsid w:val="003C3CE6"/>
    <w:rsid w:val="003C429B"/>
    <w:rsid w:val="003C42F0"/>
    <w:rsid w:val="003C54F7"/>
    <w:rsid w:val="003C6133"/>
    <w:rsid w:val="003C719C"/>
    <w:rsid w:val="003C7731"/>
    <w:rsid w:val="003D00EC"/>
    <w:rsid w:val="003D1680"/>
    <w:rsid w:val="003D1A0F"/>
    <w:rsid w:val="003D2185"/>
    <w:rsid w:val="003D3288"/>
    <w:rsid w:val="003D38C3"/>
    <w:rsid w:val="003D468C"/>
    <w:rsid w:val="003D4DCF"/>
    <w:rsid w:val="003D575A"/>
    <w:rsid w:val="003D5EBC"/>
    <w:rsid w:val="003D65F8"/>
    <w:rsid w:val="003D752B"/>
    <w:rsid w:val="003D7E96"/>
    <w:rsid w:val="003D7F78"/>
    <w:rsid w:val="003E0BD0"/>
    <w:rsid w:val="003E0DD8"/>
    <w:rsid w:val="003E1338"/>
    <w:rsid w:val="003E1398"/>
    <w:rsid w:val="003E1B34"/>
    <w:rsid w:val="003E2741"/>
    <w:rsid w:val="003E2E6C"/>
    <w:rsid w:val="003E3B53"/>
    <w:rsid w:val="003E3E6A"/>
    <w:rsid w:val="003E462F"/>
    <w:rsid w:val="003E64A2"/>
    <w:rsid w:val="003F02B0"/>
    <w:rsid w:val="003F133F"/>
    <w:rsid w:val="003F1C5B"/>
    <w:rsid w:val="003F2969"/>
    <w:rsid w:val="003F3AE3"/>
    <w:rsid w:val="003F3B6B"/>
    <w:rsid w:val="003F4135"/>
    <w:rsid w:val="003F58E3"/>
    <w:rsid w:val="003F5BE4"/>
    <w:rsid w:val="003F68BA"/>
    <w:rsid w:val="003F79D1"/>
    <w:rsid w:val="004003D2"/>
    <w:rsid w:val="0040273B"/>
    <w:rsid w:val="00402D6A"/>
    <w:rsid w:val="004039E8"/>
    <w:rsid w:val="004041FF"/>
    <w:rsid w:val="004048C4"/>
    <w:rsid w:val="00404D2A"/>
    <w:rsid w:val="004050A0"/>
    <w:rsid w:val="00405247"/>
    <w:rsid w:val="00405C0D"/>
    <w:rsid w:val="004064CE"/>
    <w:rsid w:val="004068FF"/>
    <w:rsid w:val="004069E8"/>
    <w:rsid w:val="00406EA5"/>
    <w:rsid w:val="0040729E"/>
    <w:rsid w:val="004072EE"/>
    <w:rsid w:val="004100C1"/>
    <w:rsid w:val="0041157F"/>
    <w:rsid w:val="004121EF"/>
    <w:rsid w:val="0041409A"/>
    <w:rsid w:val="00414886"/>
    <w:rsid w:val="0041613A"/>
    <w:rsid w:val="00416C52"/>
    <w:rsid w:val="004176D3"/>
    <w:rsid w:val="00417C8D"/>
    <w:rsid w:val="0042011E"/>
    <w:rsid w:val="004205A2"/>
    <w:rsid w:val="00423F3A"/>
    <w:rsid w:val="00424953"/>
    <w:rsid w:val="004269E3"/>
    <w:rsid w:val="004270E4"/>
    <w:rsid w:val="004275AC"/>
    <w:rsid w:val="004278DF"/>
    <w:rsid w:val="0042792E"/>
    <w:rsid w:val="00430211"/>
    <w:rsid w:val="00431525"/>
    <w:rsid w:val="0043159E"/>
    <w:rsid w:val="0043237B"/>
    <w:rsid w:val="00432FB7"/>
    <w:rsid w:val="004330E5"/>
    <w:rsid w:val="0043319B"/>
    <w:rsid w:val="004332A1"/>
    <w:rsid w:val="00433388"/>
    <w:rsid w:val="00433522"/>
    <w:rsid w:val="004335F4"/>
    <w:rsid w:val="004337EA"/>
    <w:rsid w:val="00434328"/>
    <w:rsid w:val="00436BC8"/>
    <w:rsid w:val="004375F6"/>
    <w:rsid w:val="0044042E"/>
    <w:rsid w:val="00441E31"/>
    <w:rsid w:val="00442229"/>
    <w:rsid w:val="00442AF2"/>
    <w:rsid w:val="00444619"/>
    <w:rsid w:val="00444B95"/>
    <w:rsid w:val="00444F42"/>
    <w:rsid w:val="004467F1"/>
    <w:rsid w:val="00451A50"/>
    <w:rsid w:val="00452902"/>
    <w:rsid w:val="004545FE"/>
    <w:rsid w:val="0045666A"/>
    <w:rsid w:val="00456C68"/>
    <w:rsid w:val="00457517"/>
    <w:rsid w:val="004577E5"/>
    <w:rsid w:val="00457B6F"/>
    <w:rsid w:val="00457E55"/>
    <w:rsid w:val="00460A8F"/>
    <w:rsid w:val="00460C0A"/>
    <w:rsid w:val="00461D0E"/>
    <w:rsid w:val="0046227F"/>
    <w:rsid w:val="00464635"/>
    <w:rsid w:val="0047011A"/>
    <w:rsid w:val="00471B6D"/>
    <w:rsid w:val="0047221C"/>
    <w:rsid w:val="00472864"/>
    <w:rsid w:val="00474878"/>
    <w:rsid w:val="004762F6"/>
    <w:rsid w:val="00476651"/>
    <w:rsid w:val="00476D4B"/>
    <w:rsid w:val="0048151E"/>
    <w:rsid w:val="00481D6E"/>
    <w:rsid w:val="004821AD"/>
    <w:rsid w:val="00482E03"/>
    <w:rsid w:val="00484215"/>
    <w:rsid w:val="004844F9"/>
    <w:rsid w:val="0048484A"/>
    <w:rsid w:val="00484DE7"/>
    <w:rsid w:val="00485844"/>
    <w:rsid w:val="004865B9"/>
    <w:rsid w:val="00490E21"/>
    <w:rsid w:val="0049212B"/>
    <w:rsid w:val="0049522A"/>
    <w:rsid w:val="00496F03"/>
    <w:rsid w:val="004A092A"/>
    <w:rsid w:val="004A17D5"/>
    <w:rsid w:val="004A26BB"/>
    <w:rsid w:val="004A4571"/>
    <w:rsid w:val="004A4DB9"/>
    <w:rsid w:val="004A6024"/>
    <w:rsid w:val="004A619C"/>
    <w:rsid w:val="004A62F3"/>
    <w:rsid w:val="004A6A67"/>
    <w:rsid w:val="004A6A85"/>
    <w:rsid w:val="004A7E04"/>
    <w:rsid w:val="004A7EDA"/>
    <w:rsid w:val="004B00B8"/>
    <w:rsid w:val="004B15EF"/>
    <w:rsid w:val="004B191F"/>
    <w:rsid w:val="004B2619"/>
    <w:rsid w:val="004B308B"/>
    <w:rsid w:val="004B34A2"/>
    <w:rsid w:val="004B3732"/>
    <w:rsid w:val="004B39D8"/>
    <w:rsid w:val="004B5890"/>
    <w:rsid w:val="004B5AB6"/>
    <w:rsid w:val="004B5B68"/>
    <w:rsid w:val="004B6314"/>
    <w:rsid w:val="004B6A8C"/>
    <w:rsid w:val="004B6AD0"/>
    <w:rsid w:val="004B6CFA"/>
    <w:rsid w:val="004B7607"/>
    <w:rsid w:val="004C2380"/>
    <w:rsid w:val="004C48B8"/>
    <w:rsid w:val="004C4ACE"/>
    <w:rsid w:val="004C4B83"/>
    <w:rsid w:val="004C4C12"/>
    <w:rsid w:val="004C648A"/>
    <w:rsid w:val="004C7FD0"/>
    <w:rsid w:val="004D0108"/>
    <w:rsid w:val="004D01D0"/>
    <w:rsid w:val="004D0CEA"/>
    <w:rsid w:val="004D1625"/>
    <w:rsid w:val="004D1C89"/>
    <w:rsid w:val="004D3B00"/>
    <w:rsid w:val="004D45D9"/>
    <w:rsid w:val="004D5516"/>
    <w:rsid w:val="004D58C0"/>
    <w:rsid w:val="004D6622"/>
    <w:rsid w:val="004D67EC"/>
    <w:rsid w:val="004D6DFE"/>
    <w:rsid w:val="004D7439"/>
    <w:rsid w:val="004D7EEB"/>
    <w:rsid w:val="004E1346"/>
    <w:rsid w:val="004E1C9E"/>
    <w:rsid w:val="004E1E14"/>
    <w:rsid w:val="004E22AE"/>
    <w:rsid w:val="004E236D"/>
    <w:rsid w:val="004E27A8"/>
    <w:rsid w:val="004E2918"/>
    <w:rsid w:val="004E4127"/>
    <w:rsid w:val="004E6A62"/>
    <w:rsid w:val="004F175D"/>
    <w:rsid w:val="004F2F55"/>
    <w:rsid w:val="004F37E5"/>
    <w:rsid w:val="004F39AA"/>
    <w:rsid w:val="004F3B11"/>
    <w:rsid w:val="004F435D"/>
    <w:rsid w:val="004F46D8"/>
    <w:rsid w:val="004F7585"/>
    <w:rsid w:val="00501C54"/>
    <w:rsid w:val="0050254B"/>
    <w:rsid w:val="00504114"/>
    <w:rsid w:val="00504C26"/>
    <w:rsid w:val="0050700D"/>
    <w:rsid w:val="00507080"/>
    <w:rsid w:val="0050744E"/>
    <w:rsid w:val="005075BD"/>
    <w:rsid w:val="00507623"/>
    <w:rsid w:val="00507BFA"/>
    <w:rsid w:val="00510E93"/>
    <w:rsid w:val="00511EF7"/>
    <w:rsid w:val="00513042"/>
    <w:rsid w:val="0051367D"/>
    <w:rsid w:val="005142D3"/>
    <w:rsid w:val="005142DA"/>
    <w:rsid w:val="005142E6"/>
    <w:rsid w:val="0051566E"/>
    <w:rsid w:val="00515716"/>
    <w:rsid w:val="00516101"/>
    <w:rsid w:val="005203F9"/>
    <w:rsid w:val="0052049B"/>
    <w:rsid w:val="00520B7D"/>
    <w:rsid w:val="00522E85"/>
    <w:rsid w:val="00524EB6"/>
    <w:rsid w:val="0052502D"/>
    <w:rsid w:val="005250E7"/>
    <w:rsid w:val="005264E9"/>
    <w:rsid w:val="005265D0"/>
    <w:rsid w:val="00526983"/>
    <w:rsid w:val="00526AF7"/>
    <w:rsid w:val="00530D85"/>
    <w:rsid w:val="005313B3"/>
    <w:rsid w:val="00531600"/>
    <w:rsid w:val="00533447"/>
    <w:rsid w:val="0053354E"/>
    <w:rsid w:val="005346F5"/>
    <w:rsid w:val="00534D60"/>
    <w:rsid w:val="00535717"/>
    <w:rsid w:val="0053608A"/>
    <w:rsid w:val="00537DD1"/>
    <w:rsid w:val="00540F8C"/>
    <w:rsid w:val="005411A3"/>
    <w:rsid w:val="0054239E"/>
    <w:rsid w:val="00542553"/>
    <w:rsid w:val="0054306E"/>
    <w:rsid w:val="00543285"/>
    <w:rsid w:val="00543588"/>
    <w:rsid w:val="00544819"/>
    <w:rsid w:val="00544B8B"/>
    <w:rsid w:val="00545BCA"/>
    <w:rsid w:val="00546E07"/>
    <w:rsid w:val="005479E4"/>
    <w:rsid w:val="00551851"/>
    <w:rsid w:val="0055325E"/>
    <w:rsid w:val="00554556"/>
    <w:rsid w:val="00554821"/>
    <w:rsid w:val="005559A0"/>
    <w:rsid w:val="0055766D"/>
    <w:rsid w:val="00560E10"/>
    <w:rsid w:val="00561B0F"/>
    <w:rsid w:val="00561C53"/>
    <w:rsid w:val="005622F2"/>
    <w:rsid w:val="005624FC"/>
    <w:rsid w:val="00563B1D"/>
    <w:rsid w:val="00564C06"/>
    <w:rsid w:val="00565078"/>
    <w:rsid w:val="00565C72"/>
    <w:rsid w:val="00565FF9"/>
    <w:rsid w:val="0056799D"/>
    <w:rsid w:val="00567BD0"/>
    <w:rsid w:val="00570312"/>
    <w:rsid w:val="00571D3E"/>
    <w:rsid w:val="00572058"/>
    <w:rsid w:val="005725B8"/>
    <w:rsid w:val="005731F5"/>
    <w:rsid w:val="005736ED"/>
    <w:rsid w:val="005738C4"/>
    <w:rsid w:val="00574D9E"/>
    <w:rsid w:val="005753EA"/>
    <w:rsid w:val="00576FC3"/>
    <w:rsid w:val="00577769"/>
    <w:rsid w:val="0058089F"/>
    <w:rsid w:val="005817A4"/>
    <w:rsid w:val="005826DC"/>
    <w:rsid w:val="00582CEC"/>
    <w:rsid w:val="00582D95"/>
    <w:rsid w:val="00582F1F"/>
    <w:rsid w:val="00583340"/>
    <w:rsid w:val="0058348F"/>
    <w:rsid w:val="0058639C"/>
    <w:rsid w:val="005864F0"/>
    <w:rsid w:val="00587537"/>
    <w:rsid w:val="00587E89"/>
    <w:rsid w:val="00590743"/>
    <w:rsid w:val="0059076A"/>
    <w:rsid w:val="005924BF"/>
    <w:rsid w:val="005926E4"/>
    <w:rsid w:val="0059295E"/>
    <w:rsid w:val="00593B7D"/>
    <w:rsid w:val="0059548F"/>
    <w:rsid w:val="00597BF3"/>
    <w:rsid w:val="005A058C"/>
    <w:rsid w:val="005A0B46"/>
    <w:rsid w:val="005A0D8E"/>
    <w:rsid w:val="005A0E6E"/>
    <w:rsid w:val="005A2B7D"/>
    <w:rsid w:val="005A34AE"/>
    <w:rsid w:val="005A47E5"/>
    <w:rsid w:val="005A5803"/>
    <w:rsid w:val="005A592F"/>
    <w:rsid w:val="005A5A12"/>
    <w:rsid w:val="005A5CA6"/>
    <w:rsid w:val="005A7E8F"/>
    <w:rsid w:val="005B0163"/>
    <w:rsid w:val="005B06D8"/>
    <w:rsid w:val="005B1E57"/>
    <w:rsid w:val="005B20E1"/>
    <w:rsid w:val="005B4EA6"/>
    <w:rsid w:val="005B6428"/>
    <w:rsid w:val="005C06EA"/>
    <w:rsid w:val="005C117C"/>
    <w:rsid w:val="005C14E0"/>
    <w:rsid w:val="005C1893"/>
    <w:rsid w:val="005C1CE4"/>
    <w:rsid w:val="005C1DD4"/>
    <w:rsid w:val="005C49A6"/>
    <w:rsid w:val="005C4B3C"/>
    <w:rsid w:val="005C5128"/>
    <w:rsid w:val="005C6289"/>
    <w:rsid w:val="005C67B0"/>
    <w:rsid w:val="005C6EAC"/>
    <w:rsid w:val="005C7295"/>
    <w:rsid w:val="005D0849"/>
    <w:rsid w:val="005D2D44"/>
    <w:rsid w:val="005D324F"/>
    <w:rsid w:val="005D341C"/>
    <w:rsid w:val="005D4321"/>
    <w:rsid w:val="005D54B9"/>
    <w:rsid w:val="005D6105"/>
    <w:rsid w:val="005D6B39"/>
    <w:rsid w:val="005D785C"/>
    <w:rsid w:val="005E0E35"/>
    <w:rsid w:val="005E187E"/>
    <w:rsid w:val="005E1AA1"/>
    <w:rsid w:val="005E47EA"/>
    <w:rsid w:val="005E540B"/>
    <w:rsid w:val="005E5C26"/>
    <w:rsid w:val="005E685B"/>
    <w:rsid w:val="005E789B"/>
    <w:rsid w:val="005E7C47"/>
    <w:rsid w:val="005F30EE"/>
    <w:rsid w:val="005F3F00"/>
    <w:rsid w:val="005F48E8"/>
    <w:rsid w:val="005F50EC"/>
    <w:rsid w:val="005F7320"/>
    <w:rsid w:val="005F7FD9"/>
    <w:rsid w:val="006019AE"/>
    <w:rsid w:val="00602625"/>
    <w:rsid w:val="00602E9F"/>
    <w:rsid w:val="006038A8"/>
    <w:rsid w:val="00606454"/>
    <w:rsid w:val="0060652C"/>
    <w:rsid w:val="00606934"/>
    <w:rsid w:val="00606BDC"/>
    <w:rsid w:val="006070A2"/>
    <w:rsid w:val="00607289"/>
    <w:rsid w:val="00610339"/>
    <w:rsid w:val="00611772"/>
    <w:rsid w:val="00611D29"/>
    <w:rsid w:val="00612BD6"/>
    <w:rsid w:val="006134F9"/>
    <w:rsid w:val="00613E34"/>
    <w:rsid w:val="0061413E"/>
    <w:rsid w:val="00614490"/>
    <w:rsid w:val="00615343"/>
    <w:rsid w:val="006159EF"/>
    <w:rsid w:val="00616590"/>
    <w:rsid w:val="006166E6"/>
    <w:rsid w:val="00616E65"/>
    <w:rsid w:val="00617136"/>
    <w:rsid w:val="00617A2D"/>
    <w:rsid w:val="0062024F"/>
    <w:rsid w:val="00622BF6"/>
    <w:rsid w:val="0062429F"/>
    <w:rsid w:val="00624FF3"/>
    <w:rsid w:val="00625148"/>
    <w:rsid w:val="0062540E"/>
    <w:rsid w:val="00627886"/>
    <w:rsid w:val="0063061F"/>
    <w:rsid w:val="00631736"/>
    <w:rsid w:val="0063207B"/>
    <w:rsid w:val="00633DAE"/>
    <w:rsid w:val="00635B10"/>
    <w:rsid w:val="006363C7"/>
    <w:rsid w:val="00636C58"/>
    <w:rsid w:val="006378A2"/>
    <w:rsid w:val="00640094"/>
    <w:rsid w:val="006403CA"/>
    <w:rsid w:val="00640508"/>
    <w:rsid w:val="00641393"/>
    <w:rsid w:val="006415AF"/>
    <w:rsid w:val="0064195D"/>
    <w:rsid w:val="00641F84"/>
    <w:rsid w:val="0064228B"/>
    <w:rsid w:val="00642D3F"/>
    <w:rsid w:val="006434D3"/>
    <w:rsid w:val="00643D8D"/>
    <w:rsid w:val="00645CA5"/>
    <w:rsid w:val="00647E10"/>
    <w:rsid w:val="00650A53"/>
    <w:rsid w:val="006518A3"/>
    <w:rsid w:val="00652BD9"/>
    <w:rsid w:val="006533F4"/>
    <w:rsid w:val="00653640"/>
    <w:rsid w:val="00654D13"/>
    <w:rsid w:val="00654F2D"/>
    <w:rsid w:val="00655103"/>
    <w:rsid w:val="006564DB"/>
    <w:rsid w:val="00656B53"/>
    <w:rsid w:val="00656DE5"/>
    <w:rsid w:val="00656F74"/>
    <w:rsid w:val="006571A2"/>
    <w:rsid w:val="00657DAE"/>
    <w:rsid w:val="0066119D"/>
    <w:rsid w:val="006622D3"/>
    <w:rsid w:val="00662847"/>
    <w:rsid w:val="0066306A"/>
    <w:rsid w:val="00663D67"/>
    <w:rsid w:val="00664BDF"/>
    <w:rsid w:val="00664CDF"/>
    <w:rsid w:val="00665136"/>
    <w:rsid w:val="00665D3A"/>
    <w:rsid w:val="00665D60"/>
    <w:rsid w:val="0066674A"/>
    <w:rsid w:val="0066681C"/>
    <w:rsid w:val="00667599"/>
    <w:rsid w:val="00670EC7"/>
    <w:rsid w:val="006711B5"/>
    <w:rsid w:val="006727F9"/>
    <w:rsid w:val="00672EF0"/>
    <w:rsid w:val="006736E3"/>
    <w:rsid w:val="00674990"/>
    <w:rsid w:val="0067599A"/>
    <w:rsid w:val="006759E0"/>
    <w:rsid w:val="00676BBF"/>
    <w:rsid w:val="006805FB"/>
    <w:rsid w:val="006806B3"/>
    <w:rsid w:val="006822B9"/>
    <w:rsid w:val="006823B8"/>
    <w:rsid w:val="00683AE6"/>
    <w:rsid w:val="00686964"/>
    <w:rsid w:val="00687810"/>
    <w:rsid w:val="006924AD"/>
    <w:rsid w:val="00692534"/>
    <w:rsid w:val="00692AA5"/>
    <w:rsid w:val="00692CC6"/>
    <w:rsid w:val="00693BBA"/>
    <w:rsid w:val="00694643"/>
    <w:rsid w:val="006959C1"/>
    <w:rsid w:val="00695B4D"/>
    <w:rsid w:val="00695FC9"/>
    <w:rsid w:val="00696B5A"/>
    <w:rsid w:val="006974DF"/>
    <w:rsid w:val="006979AF"/>
    <w:rsid w:val="006A38C5"/>
    <w:rsid w:val="006A401C"/>
    <w:rsid w:val="006A4DAB"/>
    <w:rsid w:val="006A4E47"/>
    <w:rsid w:val="006A5614"/>
    <w:rsid w:val="006A5679"/>
    <w:rsid w:val="006A59AB"/>
    <w:rsid w:val="006A632C"/>
    <w:rsid w:val="006A6394"/>
    <w:rsid w:val="006A689F"/>
    <w:rsid w:val="006A7864"/>
    <w:rsid w:val="006A7A25"/>
    <w:rsid w:val="006A7B9F"/>
    <w:rsid w:val="006B134B"/>
    <w:rsid w:val="006B18D3"/>
    <w:rsid w:val="006B1E3F"/>
    <w:rsid w:val="006B1FEC"/>
    <w:rsid w:val="006B2236"/>
    <w:rsid w:val="006B2E8B"/>
    <w:rsid w:val="006B40BD"/>
    <w:rsid w:val="006B452C"/>
    <w:rsid w:val="006B6253"/>
    <w:rsid w:val="006B7A59"/>
    <w:rsid w:val="006C4AB4"/>
    <w:rsid w:val="006C60E1"/>
    <w:rsid w:val="006C6913"/>
    <w:rsid w:val="006C6BD9"/>
    <w:rsid w:val="006C6D61"/>
    <w:rsid w:val="006C6EB6"/>
    <w:rsid w:val="006C7A61"/>
    <w:rsid w:val="006D0E57"/>
    <w:rsid w:val="006D1513"/>
    <w:rsid w:val="006D17F7"/>
    <w:rsid w:val="006D1A6F"/>
    <w:rsid w:val="006D2E6F"/>
    <w:rsid w:val="006D316F"/>
    <w:rsid w:val="006D38D0"/>
    <w:rsid w:val="006D4133"/>
    <w:rsid w:val="006D4DE5"/>
    <w:rsid w:val="006D75CB"/>
    <w:rsid w:val="006D773B"/>
    <w:rsid w:val="006E00BF"/>
    <w:rsid w:val="006E0343"/>
    <w:rsid w:val="006E0CD0"/>
    <w:rsid w:val="006E1B2B"/>
    <w:rsid w:val="006E3ABB"/>
    <w:rsid w:val="006E40DA"/>
    <w:rsid w:val="006E4362"/>
    <w:rsid w:val="006E4A46"/>
    <w:rsid w:val="006E4D74"/>
    <w:rsid w:val="006E4F48"/>
    <w:rsid w:val="006E557B"/>
    <w:rsid w:val="006E6062"/>
    <w:rsid w:val="006E62D2"/>
    <w:rsid w:val="006F4571"/>
    <w:rsid w:val="006F45E9"/>
    <w:rsid w:val="006F6EA2"/>
    <w:rsid w:val="006F7B76"/>
    <w:rsid w:val="00700A52"/>
    <w:rsid w:val="00700AFE"/>
    <w:rsid w:val="00704878"/>
    <w:rsid w:val="00704EF3"/>
    <w:rsid w:val="007057CF"/>
    <w:rsid w:val="00705C2A"/>
    <w:rsid w:val="007066B8"/>
    <w:rsid w:val="00706DA6"/>
    <w:rsid w:val="00706E02"/>
    <w:rsid w:val="0071060A"/>
    <w:rsid w:val="0071085A"/>
    <w:rsid w:val="00711434"/>
    <w:rsid w:val="007115C9"/>
    <w:rsid w:val="007119B1"/>
    <w:rsid w:val="00712467"/>
    <w:rsid w:val="007131F0"/>
    <w:rsid w:val="00714C22"/>
    <w:rsid w:val="007156F9"/>
    <w:rsid w:val="00715BE3"/>
    <w:rsid w:val="007174D6"/>
    <w:rsid w:val="007175B5"/>
    <w:rsid w:val="00720C31"/>
    <w:rsid w:val="00721F33"/>
    <w:rsid w:val="00721F7D"/>
    <w:rsid w:val="00722999"/>
    <w:rsid w:val="00722B7E"/>
    <w:rsid w:val="00722D98"/>
    <w:rsid w:val="007231C4"/>
    <w:rsid w:val="007261C6"/>
    <w:rsid w:val="00726FD9"/>
    <w:rsid w:val="00727A27"/>
    <w:rsid w:val="00730136"/>
    <w:rsid w:val="007305DC"/>
    <w:rsid w:val="00731EBC"/>
    <w:rsid w:val="00732530"/>
    <w:rsid w:val="00733E69"/>
    <w:rsid w:val="00734A23"/>
    <w:rsid w:val="00734C3C"/>
    <w:rsid w:val="00734CAF"/>
    <w:rsid w:val="00734D2E"/>
    <w:rsid w:val="00734EDD"/>
    <w:rsid w:val="00737301"/>
    <w:rsid w:val="00742FCB"/>
    <w:rsid w:val="00745D01"/>
    <w:rsid w:val="00746B2F"/>
    <w:rsid w:val="00746CCA"/>
    <w:rsid w:val="007472CF"/>
    <w:rsid w:val="0074746C"/>
    <w:rsid w:val="00750505"/>
    <w:rsid w:val="0075168C"/>
    <w:rsid w:val="0075232E"/>
    <w:rsid w:val="00754980"/>
    <w:rsid w:val="00757D5B"/>
    <w:rsid w:val="00760587"/>
    <w:rsid w:val="00760684"/>
    <w:rsid w:val="00760D5C"/>
    <w:rsid w:val="007611BB"/>
    <w:rsid w:val="007629AF"/>
    <w:rsid w:val="00763B16"/>
    <w:rsid w:val="00763D1F"/>
    <w:rsid w:val="00764E63"/>
    <w:rsid w:val="00765EDF"/>
    <w:rsid w:val="007676E4"/>
    <w:rsid w:val="007726A6"/>
    <w:rsid w:val="00772D07"/>
    <w:rsid w:val="00772DED"/>
    <w:rsid w:val="00773367"/>
    <w:rsid w:val="00773638"/>
    <w:rsid w:val="0077370F"/>
    <w:rsid w:val="00774058"/>
    <w:rsid w:val="007746A5"/>
    <w:rsid w:val="00774DEA"/>
    <w:rsid w:val="007774CD"/>
    <w:rsid w:val="0077779E"/>
    <w:rsid w:val="007801B8"/>
    <w:rsid w:val="00780876"/>
    <w:rsid w:val="007808DA"/>
    <w:rsid w:val="0078134B"/>
    <w:rsid w:val="007824A1"/>
    <w:rsid w:val="007828FF"/>
    <w:rsid w:val="007829E1"/>
    <w:rsid w:val="0078341B"/>
    <w:rsid w:val="0078342C"/>
    <w:rsid w:val="0078520A"/>
    <w:rsid w:val="007856D3"/>
    <w:rsid w:val="00785B4F"/>
    <w:rsid w:val="007861D3"/>
    <w:rsid w:val="007862F3"/>
    <w:rsid w:val="0078633A"/>
    <w:rsid w:val="007865F5"/>
    <w:rsid w:val="00787153"/>
    <w:rsid w:val="00787E98"/>
    <w:rsid w:val="00790DBC"/>
    <w:rsid w:val="0079196D"/>
    <w:rsid w:val="00792C03"/>
    <w:rsid w:val="007931B7"/>
    <w:rsid w:val="0079518D"/>
    <w:rsid w:val="00795844"/>
    <w:rsid w:val="007979A1"/>
    <w:rsid w:val="00797FA4"/>
    <w:rsid w:val="007A0506"/>
    <w:rsid w:val="007A08EA"/>
    <w:rsid w:val="007A0FF0"/>
    <w:rsid w:val="007A1547"/>
    <w:rsid w:val="007A20DB"/>
    <w:rsid w:val="007A2A4C"/>
    <w:rsid w:val="007A2D8B"/>
    <w:rsid w:val="007A2E4C"/>
    <w:rsid w:val="007A385F"/>
    <w:rsid w:val="007A4AAD"/>
    <w:rsid w:val="007A540C"/>
    <w:rsid w:val="007A5732"/>
    <w:rsid w:val="007A5AB4"/>
    <w:rsid w:val="007A7C51"/>
    <w:rsid w:val="007B0F7A"/>
    <w:rsid w:val="007B1257"/>
    <w:rsid w:val="007B1750"/>
    <w:rsid w:val="007B24AF"/>
    <w:rsid w:val="007C005C"/>
    <w:rsid w:val="007C048C"/>
    <w:rsid w:val="007C13C7"/>
    <w:rsid w:val="007C2DBE"/>
    <w:rsid w:val="007C3EF0"/>
    <w:rsid w:val="007C4C37"/>
    <w:rsid w:val="007C5279"/>
    <w:rsid w:val="007C5EC6"/>
    <w:rsid w:val="007C679B"/>
    <w:rsid w:val="007C6DE5"/>
    <w:rsid w:val="007C7644"/>
    <w:rsid w:val="007C7C81"/>
    <w:rsid w:val="007D0055"/>
    <w:rsid w:val="007D0DFD"/>
    <w:rsid w:val="007D3365"/>
    <w:rsid w:val="007D37A2"/>
    <w:rsid w:val="007D3A1E"/>
    <w:rsid w:val="007D4CFB"/>
    <w:rsid w:val="007D5363"/>
    <w:rsid w:val="007D5621"/>
    <w:rsid w:val="007E166C"/>
    <w:rsid w:val="007E1C99"/>
    <w:rsid w:val="007E22B2"/>
    <w:rsid w:val="007E32DA"/>
    <w:rsid w:val="007E39C0"/>
    <w:rsid w:val="007E3BAA"/>
    <w:rsid w:val="007E3DE0"/>
    <w:rsid w:val="007E447E"/>
    <w:rsid w:val="007E53BA"/>
    <w:rsid w:val="007E666B"/>
    <w:rsid w:val="007E67D6"/>
    <w:rsid w:val="007E784B"/>
    <w:rsid w:val="007E7D81"/>
    <w:rsid w:val="007F07C7"/>
    <w:rsid w:val="007F2014"/>
    <w:rsid w:val="007F21BB"/>
    <w:rsid w:val="007F2460"/>
    <w:rsid w:val="007F2C0B"/>
    <w:rsid w:val="007F32AD"/>
    <w:rsid w:val="007F4635"/>
    <w:rsid w:val="007F4D5A"/>
    <w:rsid w:val="007F5A0B"/>
    <w:rsid w:val="007F6319"/>
    <w:rsid w:val="007F6331"/>
    <w:rsid w:val="007F7F5B"/>
    <w:rsid w:val="00800574"/>
    <w:rsid w:val="00801EB1"/>
    <w:rsid w:val="00801F80"/>
    <w:rsid w:val="00802796"/>
    <w:rsid w:val="008041EF"/>
    <w:rsid w:val="00805096"/>
    <w:rsid w:val="0080520E"/>
    <w:rsid w:val="00805B9B"/>
    <w:rsid w:val="0080664F"/>
    <w:rsid w:val="008067DF"/>
    <w:rsid w:val="00806A9F"/>
    <w:rsid w:val="008073A2"/>
    <w:rsid w:val="00807764"/>
    <w:rsid w:val="00807FEF"/>
    <w:rsid w:val="00810521"/>
    <w:rsid w:val="008108F3"/>
    <w:rsid w:val="00810910"/>
    <w:rsid w:val="00812B3D"/>
    <w:rsid w:val="0081417C"/>
    <w:rsid w:val="00814853"/>
    <w:rsid w:val="008154CD"/>
    <w:rsid w:val="00816317"/>
    <w:rsid w:val="0081638B"/>
    <w:rsid w:val="00816AF4"/>
    <w:rsid w:val="0082231E"/>
    <w:rsid w:val="008227B7"/>
    <w:rsid w:val="0082286F"/>
    <w:rsid w:val="00823019"/>
    <w:rsid w:val="008231AF"/>
    <w:rsid w:val="008236E9"/>
    <w:rsid w:val="008243C9"/>
    <w:rsid w:val="0082455F"/>
    <w:rsid w:val="0082473A"/>
    <w:rsid w:val="008256ED"/>
    <w:rsid w:val="008263AC"/>
    <w:rsid w:val="0082714B"/>
    <w:rsid w:val="008274EE"/>
    <w:rsid w:val="0082794E"/>
    <w:rsid w:val="008305B9"/>
    <w:rsid w:val="008314D0"/>
    <w:rsid w:val="0083268B"/>
    <w:rsid w:val="00834E80"/>
    <w:rsid w:val="00837568"/>
    <w:rsid w:val="0084048D"/>
    <w:rsid w:val="008404CA"/>
    <w:rsid w:val="0084094A"/>
    <w:rsid w:val="008415C0"/>
    <w:rsid w:val="0084342C"/>
    <w:rsid w:val="00843663"/>
    <w:rsid w:val="008440AF"/>
    <w:rsid w:val="0084579A"/>
    <w:rsid w:val="00845927"/>
    <w:rsid w:val="0084604A"/>
    <w:rsid w:val="008460D1"/>
    <w:rsid w:val="00846A22"/>
    <w:rsid w:val="0084737E"/>
    <w:rsid w:val="00851687"/>
    <w:rsid w:val="008522A5"/>
    <w:rsid w:val="008542B8"/>
    <w:rsid w:val="00855426"/>
    <w:rsid w:val="00855C2E"/>
    <w:rsid w:val="00855C72"/>
    <w:rsid w:val="008571DD"/>
    <w:rsid w:val="0085722D"/>
    <w:rsid w:val="008608D0"/>
    <w:rsid w:val="008633A9"/>
    <w:rsid w:val="008647DB"/>
    <w:rsid w:val="00864BE5"/>
    <w:rsid w:val="0086581C"/>
    <w:rsid w:val="00865C2D"/>
    <w:rsid w:val="00865F2B"/>
    <w:rsid w:val="008661C9"/>
    <w:rsid w:val="00866A56"/>
    <w:rsid w:val="00866B81"/>
    <w:rsid w:val="00867026"/>
    <w:rsid w:val="00867F4B"/>
    <w:rsid w:val="0087027D"/>
    <w:rsid w:val="008702C2"/>
    <w:rsid w:val="0087144A"/>
    <w:rsid w:val="00872AE5"/>
    <w:rsid w:val="00872FAA"/>
    <w:rsid w:val="00873CCD"/>
    <w:rsid w:val="00874144"/>
    <w:rsid w:val="00874CC1"/>
    <w:rsid w:val="0087590E"/>
    <w:rsid w:val="00876304"/>
    <w:rsid w:val="008767D9"/>
    <w:rsid w:val="008778EE"/>
    <w:rsid w:val="00881FDF"/>
    <w:rsid w:val="00884C7F"/>
    <w:rsid w:val="00886650"/>
    <w:rsid w:val="00886F2F"/>
    <w:rsid w:val="008873B7"/>
    <w:rsid w:val="00887615"/>
    <w:rsid w:val="00890619"/>
    <w:rsid w:val="008908E0"/>
    <w:rsid w:val="00890A7B"/>
    <w:rsid w:val="00890FD0"/>
    <w:rsid w:val="00891BB8"/>
    <w:rsid w:val="008920E3"/>
    <w:rsid w:val="008922BE"/>
    <w:rsid w:val="00892313"/>
    <w:rsid w:val="00892BFD"/>
    <w:rsid w:val="0089400F"/>
    <w:rsid w:val="008950CD"/>
    <w:rsid w:val="008962A6"/>
    <w:rsid w:val="008965F2"/>
    <w:rsid w:val="0089691C"/>
    <w:rsid w:val="008974B2"/>
    <w:rsid w:val="008A096D"/>
    <w:rsid w:val="008A0AA3"/>
    <w:rsid w:val="008A0D62"/>
    <w:rsid w:val="008A1C41"/>
    <w:rsid w:val="008A1F77"/>
    <w:rsid w:val="008A2173"/>
    <w:rsid w:val="008A21AA"/>
    <w:rsid w:val="008A32D5"/>
    <w:rsid w:val="008A45CB"/>
    <w:rsid w:val="008A46F7"/>
    <w:rsid w:val="008A4CF8"/>
    <w:rsid w:val="008A66ED"/>
    <w:rsid w:val="008A6758"/>
    <w:rsid w:val="008A6B21"/>
    <w:rsid w:val="008B38C1"/>
    <w:rsid w:val="008B4C29"/>
    <w:rsid w:val="008B6436"/>
    <w:rsid w:val="008B687F"/>
    <w:rsid w:val="008B6DE7"/>
    <w:rsid w:val="008B7823"/>
    <w:rsid w:val="008B783D"/>
    <w:rsid w:val="008C0B48"/>
    <w:rsid w:val="008C1099"/>
    <w:rsid w:val="008C3246"/>
    <w:rsid w:val="008C3F8A"/>
    <w:rsid w:val="008C477E"/>
    <w:rsid w:val="008C4D5F"/>
    <w:rsid w:val="008C691E"/>
    <w:rsid w:val="008C6B52"/>
    <w:rsid w:val="008C70ED"/>
    <w:rsid w:val="008C7404"/>
    <w:rsid w:val="008C7E4F"/>
    <w:rsid w:val="008D02B1"/>
    <w:rsid w:val="008D0E3D"/>
    <w:rsid w:val="008D177B"/>
    <w:rsid w:val="008D29BC"/>
    <w:rsid w:val="008D4101"/>
    <w:rsid w:val="008D5A96"/>
    <w:rsid w:val="008D5B8E"/>
    <w:rsid w:val="008D5FD5"/>
    <w:rsid w:val="008D6725"/>
    <w:rsid w:val="008D6DAC"/>
    <w:rsid w:val="008D7345"/>
    <w:rsid w:val="008E04C0"/>
    <w:rsid w:val="008E1ACE"/>
    <w:rsid w:val="008E1E74"/>
    <w:rsid w:val="008E20D5"/>
    <w:rsid w:val="008E217A"/>
    <w:rsid w:val="008E2451"/>
    <w:rsid w:val="008E3EA6"/>
    <w:rsid w:val="008E43B9"/>
    <w:rsid w:val="008E46F7"/>
    <w:rsid w:val="008E6379"/>
    <w:rsid w:val="008E6458"/>
    <w:rsid w:val="008E7DD4"/>
    <w:rsid w:val="008F06A3"/>
    <w:rsid w:val="008F1E4F"/>
    <w:rsid w:val="008F1F6F"/>
    <w:rsid w:val="008F2AAE"/>
    <w:rsid w:val="008F31CD"/>
    <w:rsid w:val="008F32D8"/>
    <w:rsid w:val="008F4DEA"/>
    <w:rsid w:val="00900F76"/>
    <w:rsid w:val="00903272"/>
    <w:rsid w:val="00903944"/>
    <w:rsid w:val="00904C44"/>
    <w:rsid w:val="009075AB"/>
    <w:rsid w:val="00911ADC"/>
    <w:rsid w:val="009122CF"/>
    <w:rsid w:val="009123DB"/>
    <w:rsid w:val="00914F14"/>
    <w:rsid w:val="00915030"/>
    <w:rsid w:val="00915434"/>
    <w:rsid w:val="00915690"/>
    <w:rsid w:val="009159B4"/>
    <w:rsid w:val="0091623C"/>
    <w:rsid w:val="0091631B"/>
    <w:rsid w:val="00916C30"/>
    <w:rsid w:val="00917542"/>
    <w:rsid w:val="009213DA"/>
    <w:rsid w:val="00922936"/>
    <w:rsid w:val="00925630"/>
    <w:rsid w:val="0092619C"/>
    <w:rsid w:val="00926B9A"/>
    <w:rsid w:val="00927242"/>
    <w:rsid w:val="0092724E"/>
    <w:rsid w:val="00931DAB"/>
    <w:rsid w:val="00931F39"/>
    <w:rsid w:val="00932629"/>
    <w:rsid w:val="00932783"/>
    <w:rsid w:val="00933241"/>
    <w:rsid w:val="009332A3"/>
    <w:rsid w:val="00933384"/>
    <w:rsid w:val="00933931"/>
    <w:rsid w:val="00933DE6"/>
    <w:rsid w:val="00934829"/>
    <w:rsid w:val="00934C46"/>
    <w:rsid w:val="009352F6"/>
    <w:rsid w:val="00936017"/>
    <w:rsid w:val="009364AB"/>
    <w:rsid w:val="0093729F"/>
    <w:rsid w:val="009376AD"/>
    <w:rsid w:val="00937813"/>
    <w:rsid w:val="009406E8"/>
    <w:rsid w:val="009411C3"/>
    <w:rsid w:val="00941A36"/>
    <w:rsid w:val="00941D79"/>
    <w:rsid w:val="00942DE8"/>
    <w:rsid w:val="009444F1"/>
    <w:rsid w:val="0094512B"/>
    <w:rsid w:val="00945B35"/>
    <w:rsid w:val="00945DA6"/>
    <w:rsid w:val="00947B12"/>
    <w:rsid w:val="009500C3"/>
    <w:rsid w:val="009503E0"/>
    <w:rsid w:val="009515E9"/>
    <w:rsid w:val="009528C9"/>
    <w:rsid w:val="009553D5"/>
    <w:rsid w:val="00955F1B"/>
    <w:rsid w:val="00956712"/>
    <w:rsid w:val="009571AD"/>
    <w:rsid w:val="009603E9"/>
    <w:rsid w:val="00960997"/>
    <w:rsid w:val="0096207D"/>
    <w:rsid w:val="0096263E"/>
    <w:rsid w:val="00962668"/>
    <w:rsid w:val="00962732"/>
    <w:rsid w:val="00962828"/>
    <w:rsid w:val="00962AAF"/>
    <w:rsid w:val="00962C4E"/>
    <w:rsid w:val="00963A62"/>
    <w:rsid w:val="00963C64"/>
    <w:rsid w:val="00963CA4"/>
    <w:rsid w:val="0096441C"/>
    <w:rsid w:val="00965693"/>
    <w:rsid w:val="00966011"/>
    <w:rsid w:val="00966608"/>
    <w:rsid w:val="0096779E"/>
    <w:rsid w:val="00970006"/>
    <w:rsid w:val="009706EF"/>
    <w:rsid w:val="00972586"/>
    <w:rsid w:val="00972E7B"/>
    <w:rsid w:val="0097308D"/>
    <w:rsid w:val="00973791"/>
    <w:rsid w:val="009765CB"/>
    <w:rsid w:val="00977589"/>
    <w:rsid w:val="00980394"/>
    <w:rsid w:val="009815C3"/>
    <w:rsid w:val="009817F4"/>
    <w:rsid w:val="009818EF"/>
    <w:rsid w:val="00981AE6"/>
    <w:rsid w:val="00984896"/>
    <w:rsid w:val="00985A0B"/>
    <w:rsid w:val="00985BF1"/>
    <w:rsid w:val="009861C9"/>
    <w:rsid w:val="00986B6D"/>
    <w:rsid w:val="00987105"/>
    <w:rsid w:val="009873FD"/>
    <w:rsid w:val="00987FA7"/>
    <w:rsid w:val="0099068C"/>
    <w:rsid w:val="00990981"/>
    <w:rsid w:val="00992146"/>
    <w:rsid w:val="00992658"/>
    <w:rsid w:val="009929F9"/>
    <w:rsid w:val="009934B8"/>
    <w:rsid w:val="00995421"/>
    <w:rsid w:val="009956EE"/>
    <w:rsid w:val="009958D9"/>
    <w:rsid w:val="00997B86"/>
    <w:rsid w:val="00997BD1"/>
    <w:rsid w:val="009A0969"/>
    <w:rsid w:val="009A18C0"/>
    <w:rsid w:val="009A31F7"/>
    <w:rsid w:val="009A40E8"/>
    <w:rsid w:val="009A417D"/>
    <w:rsid w:val="009A5263"/>
    <w:rsid w:val="009A7308"/>
    <w:rsid w:val="009B0354"/>
    <w:rsid w:val="009B1132"/>
    <w:rsid w:val="009B1EEA"/>
    <w:rsid w:val="009B4006"/>
    <w:rsid w:val="009B4472"/>
    <w:rsid w:val="009B478C"/>
    <w:rsid w:val="009B53E5"/>
    <w:rsid w:val="009B6388"/>
    <w:rsid w:val="009B67A5"/>
    <w:rsid w:val="009B6A6B"/>
    <w:rsid w:val="009C07D9"/>
    <w:rsid w:val="009C17A4"/>
    <w:rsid w:val="009C1977"/>
    <w:rsid w:val="009C19C7"/>
    <w:rsid w:val="009C4EB0"/>
    <w:rsid w:val="009C5C8B"/>
    <w:rsid w:val="009C6D46"/>
    <w:rsid w:val="009C7A74"/>
    <w:rsid w:val="009D0D25"/>
    <w:rsid w:val="009D0FEB"/>
    <w:rsid w:val="009D1510"/>
    <w:rsid w:val="009D2669"/>
    <w:rsid w:val="009D2830"/>
    <w:rsid w:val="009D416D"/>
    <w:rsid w:val="009D55EE"/>
    <w:rsid w:val="009D6341"/>
    <w:rsid w:val="009D6458"/>
    <w:rsid w:val="009D64A6"/>
    <w:rsid w:val="009D7AF6"/>
    <w:rsid w:val="009D7C21"/>
    <w:rsid w:val="009E0955"/>
    <w:rsid w:val="009E12FA"/>
    <w:rsid w:val="009E4209"/>
    <w:rsid w:val="009E5B27"/>
    <w:rsid w:val="009E6183"/>
    <w:rsid w:val="009E6582"/>
    <w:rsid w:val="009E67F3"/>
    <w:rsid w:val="009E6EF8"/>
    <w:rsid w:val="009E7CC4"/>
    <w:rsid w:val="009F053C"/>
    <w:rsid w:val="009F0715"/>
    <w:rsid w:val="009F1246"/>
    <w:rsid w:val="009F144F"/>
    <w:rsid w:val="009F1564"/>
    <w:rsid w:val="009F18A4"/>
    <w:rsid w:val="009F2528"/>
    <w:rsid w:val="009F2AC1"/>
    <w:rsid w:val="009F476B"/>
    <w:rsid w:val="009F4913"/>
    <w:rsid w:val="009F49E7"/>
    <w:rsid w:val="009F5954"/>
    <w:rsid w:val="009F60E9"/>
    <w:rsid w:val="009F6FB5"/>
    <w:rsid w:val="009F73B2"/>
    <w:rsid w:val="009F7996"/>
    <w:rsid w:val="00A01289"/>
    <w:rsid w:val="00A021C0"/>
    <w:rsid w:val="00A067D4"/>
    <w:rsid w:val="00A10F1F"/>
    <w:rsid w:val="00A1178A"/>
    <w:rsid w:val="00A11BCF"/>
    <w:rsid w:val="00A13A3A"/>
    <w:rsid w:val="00A13B24"/>
    <w:rsid w:val="00A14E2A"/>
    <w:rsid w:val="00A175A9"/>
    <w:rsid w:val="00A175BF"/>
    <w:rsid w:val="00A210BD"/>
    <w:rsid w:val="00A219BF"/>
    <w:rsid w:val="00A2239F"/>
    <w:rsid w:val="00A2288D"/>
    <w:rsid w:val="00A22F9C"/>
    <w:rsid w:val="00A258B0"/>
    <w:rsid w:val="00A25C92"/>
    <w:rsid w:val="00A25F35"/>
    <w:rsid w:val="00A271D9"/>
    <w:rsid w:val="00A303FD"/>
    <w:rsid w:val="00A30BDF"/>
    <w:rsid w:val="00A31795"/>
    <w:rsid w:val="00A32292"/>
    <w:rsid w:val="00A32E58"/>
    <w:rsid w:val="00A3409E"/>
    <w:rsid w:val="00A3479E"/>
    <w:rsid w:val="00A3550A"/>
    <w:rsid w:val="00A35EE3"/>
    <w:rsid w:val="00A35F13"/>
    <w:rsid w:val="00A3627E"/>
    <w:rsid w:val="00A3672A"/>
    <w:rsid w:val="00A3694C"/>
    <w:rsid w:val="00A36F7D"/>
    <w:rsid w:val="00A3768E"/>
    <w:rsid w:val="00A378A2"/>
    <w:rsid w:val="00A424DB"/>
    <w:rsid w:val="00A4294B"/>
    <w:rsid w:val="00A42C48"/>
    <w:rsid w:val="00A4319A"/>
    <w:rsid w:val="00A43962"/>
    <w:rsid w:val="00A43E84"/>
    <w:rsid w:val="00A46858"/>
    <w:rsid w:val="00A47718"/>
    <w:rsid w:val="00A51974"/>
    <w:rsid w:val="00A520B8"/>
    <w:rsid w:val="00A52610"/>
    <w:rsid w:val="00A5288B"/>
    <w:rsid w:val="00A530AF"/>
    <w:rsid w:val="00A543FF"/>
    <w:rsid w:val="00A54ABE"/>
    <w:rsid w:val="00A54C85"/>
    <w:rsid w:val="00A54E9A"/>
    <w:rsid w:val="00A55758"/>
    <w:rsid w:val="00A5576F"/>
    <w:rsid w:val="00A564B1"/>
    <w:rsid w:val="00A569C1"/>
    <w:rsid w:val="00A56ABC"/>
    <w:rsid w:val="00A57781"/>
    <w:rsid w:val="00A60F26"/>
    <w:rsid w:val="00A6166D"/>
    <w:rsid w:val="00A62C1C"/>
    <w:rsid w:val="00A63D8D"/>
    <w:rsid w:val="00A64521"/>
    <w:rsid w:val="00A64805"/>
    <w:rsid w:val="00A65A3B"/>
    <w:rsid w:val="00A7001F"/>
    <w:rsid w:val="00A712C4"/>
    <w:rsid w:val="00A72A47"/>
    <w:rsid w:val="00A72F55"/>
    <w:rsid w:val="00A73787"/>
    <w:rsid w:val="00A73DF2"/>
    <w:rsid w:val="00A73EC6"/>
    <w:rsid w:val="00A7451F"/>
    <w:rsid w:val="00A746C5"/>
    <w:rsid w:val="00A75450"/>
    <w:rsid w:val="00A76375"/>
    <w:rsid w:val="00A76E37"/>
    <w:rsid w:val="00A76E4C"/>
    <w:rsid w:val="00A77EBB"/>
    <w:rsid w:val="00A80873"/>
    <w:rsid w:val="00A808D1"/>
    <w:rsid w:val="00A81996"/>
    <w:rsid w:val="00A81E72"/>
    <w:rsid w:val="00A820FE"/>
    <w:rsid w:val="00A8222A"/>
    <w:rsid w:val="00A82C78"/>
    <w:rsid w:val="00A82F30"/>
    <w:rsid w:val="00A82F83"/>
    <w:rsid w:val="00A82F8E"/>
    <w:rsid w:val="00A835EF"/>
    <w:rsid w:val="00A83A79"/>
    <w:rsid w:val="00A84DA8"/>
    <w:rsid w:val="00A84DF1"/>
    <w:rsid w:val="00A85025"/>
    <w:rsid w:val="00A86CC1"/>
    <w:rsid w:val="00A86D5F"/>
    <w:rsid w:val="00A870DF"/>
    <w:rsid w:val="00A8722A"/>
    <w:rsid w:val="00A87440"/>
    <w:rsid w:val="00A87B10"/>
    <w:rsid w:val="00A87FAB"/>
    <w:rsid w:val="00A92CA8"/>
    <w:rsid w:val="00A93227"/>
    <w:rsid w:val="00A934A3"/>
    <w:rsid w:val="00A93A6E"/>
    <w:rsid w:val="00A9457A"/>
    <w:rsid w:val="00A95908"/>
    <w:rsid w:val="00A973F0"/>
    <w:rsid w:val="00A975CE"/>
    <w:rsid w:val="00A977C3"/>
    <w:rsid w:val="00AA1116"/>
    <w:rsid w:val="00AA23EA"/>
    <w:rsid w:val="00AA2A8A"/>
    <w:rsid w:val="00AA454C"/>
    <w:rsid w:val="00AA5BF2"/>
    <w:rsid w:val="00AA5CE2"/>
    <w:rsid w:val="00AA6CE0"/>
    <w:rsid w:val="00AA704F"/>
    <w:rsid w:val="00AA7C1B"/>
    <w:rsid w:val="00AA7CBE"/>
    <w:rsid w:val="00AB0794"/>
    <w:rsid w:val="00AB1011"/>
    <w:rsid w:val="00AB10FE"/>
    <w:rsid w:val="00AB1237"/>
    <w:rsid w:val="00AB1AEB"/>
    <w:rsid w:val="00AB1BE1"/>
    <w:rsid w:val="00AB216F"/>
    <w:rsid w:val="00AB21FE"/>
    <w:rsid w:val="00AB22EA"/>
    <w:rsid w:val="00AB27AA"/>
    <w:rsid w:val="00AB2871"/>
    <w:rsid w:val="00AB2A61"/>
    <w:rsid w:val="00AB3540"/>
    <w:rsid w:val="00AB3568"/>
    <w:rsid w:val="00AB39EB"/>
    <w:rsid w:val="00AB441F"/>
    <w:rsid w:val="00AB5D89"/>
    <w:rsid w:val="00AC14C9"/>
    <w:rsid w:val="00AC18D9"/>
    <w:rsid w:val="00AC4F05"/>
    <w:rsid w:val="00AC4F3D"/>
    <w:rsid w:val="00AC55CD"/>
    <w:rsid w:val="00AC5A53"/>
    <w:rsid w:val="00AC5D4D"/>
    <w:rsid w:val="00AC5E4D"/>
    <w:rsid w:val="00AC61F4"/>
    <w:rsid w:val="00AC67AD"/>
    <w:rsid w:val="00AD081D"/>
    <w:rsid w:val="00AD0E90"/>
    <w:rsid w:val="00AD17E6"/>
    <w:rsid w:val="00AD1AAF"/>
    <w:rsid w:val="00AD1B97"/>
    <w:rsid w:val="00AD2745"/>
    <w:rsid w:val="00AD3B6B"/>
    <w:rsid w:val="00AD74EA"/>
    <w:rsid w:val="00AE0219"/>
    <w:rsid w:val="00AE04DC"/>
    <w:rsid w:val="00AE16F0"/>
    <w:rsid w:val="00AE24EE"/>
    <w:rsid w:val="00AE2C80"/>
    <w:rsid w:val="00AE4015"/>
    <w:rsid w:val="00AE4215"/>
    <w:rsid w:val="00AE6226"/>
    <w:rsid w:val="00AE62A4"/>
    <w:rsid w:val="00AE6652"/>
    <w:rsid w:val="00AF0044"/>
    <w:rsid w:val="00AF033B"/>
    <w:rsid w:val="00AF07C5"/>
    <w:rsid w:val="00AF1100"/>
    <w:rsid w:val="00AF1ECE"/>
    <w:rsid w:val="00AF214A"/>
    <w:rsid w:val="00AF25A0"/>
    <w:rsid w:val="00AF27B3"/>
    <w:rsid w:val="00AF2FDE"/>
    <w:rsid w:val="00AF337C"/>
    <w:rsid w:val="00AF33D0"/>
    <w:rsid w:val="00AF358D"/>
    <w:rsid w:val="00AF44A0"/>
    <w:rsid w:val="00AF46E0"/>
    <w:rsid w:val="00AF5215"/>
    <w:rsid w:val="00AF62CC"/>
    <w:rsid w:val="00AF64A4"/>
    <w:rsid w:val="00AF716E"/>
    <w:rsid w:val="00AF785B"/>
    <w:rsid w:val="00B01C58"/>
    <w:rsid w:val="00B01D74"/>
    <w:rsid w:val="00B022A6"/>
    <w:rsid w:val="00B02E37"/>
    <w:rsid w:val="00B03080"/>
    <w:rsid w:val="00B0309F"/>
    <w:rsid w:val="00B03854"/>
    <w:rsid w:val="00B05428"/>
    <w:rsid w:val="00B05B98"/>
    <w:rsid w:val="00B071EB"/>
    <w:rsid w:val="00B10D90"/>
    <w:rsid w:val="00B10FF8"/>
    <w:rsid w:val="00B122A6"/>
    <w:rsid w:val="00B12D0B"/>
    <w:rsid w:val="00B12E80"/>
    <w:rsid w:val="00B13B54"/>
    <w:rsid w:val="00B15648"/>
    <w:rsid w:val="00B15F46"/>
    <w:rsid w:val="00B163C1"/>
    <w:rsid w:val="00B163C6"/>
    <w:rsid w:val="00B166B5"/>
    <w:rsid w:val="00B170CB"/>
    <w:rsid w:val="00B17BD0"/>
    <w:rsid w:val="00B17D78"/>
    <w:rsid w:val="00B2029D"/>
    <w:rsid w:val="00B20914"/>
    <w:rsid w:val="00B20D72"/>
    <w:rsid w:val="00B21E1E"/>
    <w:rsid w:val="00B23B4E"/>
    <w:rsid w:val="00B23FD4"/>
    <w:rsid w:val="00B25055"/>
    <w:rsid w:val="00B2667E"/>
    <w:rsid w:val="00B2700E"/>
    <w:rsid w:val="00B27A59"/>
    <w:rsid w:val="00B315D9"/>
    <w:rsid w:val="00B31E29"/>
    <w:rsid w:val="00B33201"/>
    <w:rsid w:val="00B34318"/>
    <w:rsid w:val="00B354CA"/>
    <w:rsid w:val="00B35682"/>
    <w:rsid w:val="00B37956"/>
    <w:rsid w:val="00B401FB"/>
    <w:rsid w:val="00B4179F"/>
    <w:rsid w:val="00B41AAF"/>
    <w:rsid w:val="00B41F34"/>
    <w:rsid w:val="00B42DBB"/>
    <w:rsid w:val="00B4402C"/>
    <w:rsid w:val="00B442F4"/>
    <w:rsid w:val="00B45684"/>
    <w:rsid w:val="00B45B06"/>
    <w:rsid w:val="00B45DD5"/>
    <w:rsid w:val="00B45E1B"/>
    <w:rsid w:val="00B46215"/>
    <w:rsid w:val="00B4623F"/>
    <w:rsid w:val="00B47CA2"/>
    <w:rsid w:val="00B50582"/>
    <w:rsid w:val="00B50FB2"/>
    <w:rsid w:val="00B51642"/>
    <w:rsid w:val="00B516F4"/>
    <w:rsid w:val="00B5199C"/>
    <w:rsid w:val="00B52718"/>
    <w:rsid w:val="00B5468E"/>
    <w:rsid w:val="00B56251"/>
    <w:rsid w:val="00B571E1"/>
    <w:rsid w:val="00B60B04"/>
    <w:rsid w:val="00B60E9D"/>
    <w:rsid w:val="00B61B07"/>
    <w:rsid w:val="00B61FC4"/>
    <w:rsid w:val="00B62003"/>
    <w:rsid w:val="00B62808"/>
    <w:rsid w:val="00B628D3"/>
    <w:rsid w:val="00B65B54"/>
    <w:rsid w:val="00B66BE8"/>
    <w:rsid w:val="00B671EE"/>
    <w:rsid w:val="00B673B7"/>
    <w:rsid w:val="00B729DB"/>
    <w:rsid w:val="00B73F05"/>
    <w:rsid w:val="00B746DA"/>
    <w:rsid w:val="00B750D8"/>
    <w:rsid w:val="00B7544A"/>
    <w:rsid w:val="00B765FA"/>
    <w:rsid w:val="00B771CB"/>
    <w:rsid w:val="00B800A5"/>
    <w:rsid w:val="00B81F7C"/>
    <w:rsid w:val="00B83219"/>
    <w:rsid w:val="00B836D6"/>
    <w:rsid w:val="00B83DEF"/>
    <w:rsid w:val="00B83E72"/>
    <w:rsid w:val="00B867F1"/>
    <w:rsid w:val="00B876BC"/>
    <w:rsid w:val="00B87C29"/>
    <w:rsid w:val="00B91095"/>
    <w:rsid w:val="00B91096"/>
    <w:rsid w:val="00B9114C"/>
    <w:rsid w:val="00B965A9"/>
    <w:rsid w:val="00B97786"/>
    <w:rsid w:val="00BA007B"/>
    <w:rsid w:val="00BA0459"/>
    <w:rsid w:val="00BA0C6E"/>
    <w:rsid w:val="00BA17FF"/>
    <w:rsid w:val="00BA1D59"/>
    <w:rsid w:val="00BA2D30"/>
    <w:rsid w:val="00BA2F25"/>
    <w:rsid w:val="00BA36B0"/>
    <w:rsid w:val="00BA437A"/>
    <w:rsid w:val="00BA7332"/>
    <w:rsid w:val="00BB1DEA"/>
    <w:rsid w:val="00BB25E7"/>
    <w:rsid w:val="00BB3E6B"/>
    <w:rsid w:val="00BB4072"/>
    <w:rsid w:val="00BB41FD"/>
    <w:rsid w:val="00BB47E2"/>
    <w:rsid w:val="00BB53DE"/>
    <w:rsid w:val="00BB6F14"/>
    <w:rsid w:val="00BB7B08"/>
    <w:rsid w:val="00BC125F"/>
    <w:rsid w:val="00BC1660"/>
    <w:rsid w:val="00BC2D87"/>
    <w:rsid w:val="00BC326E"/>
    <w:rsid w:val="00BC3543"/>
    <w:rsid w:val="00BC6453"/>
    <w:rsid w:val="00BC69AF"/>
    <w:rsid w:val="00BD00DA"/>
    <w:rsid w:val="00BD066E"/>
    <w:rsid w:val="00BD20FC"/>
    <w:rsid w:val="00BD35CC"/>
    <w:rsid w:val="00BD407E"/>
    <w:rsid w:val="00BD58A9"/>
    <w:rsid w:val="00BD64AD"/>
    <w:rsid w:val="00BD6774"/>
    <w:rsid w:val="00BD748E"/>
    <w:rsid w:val="00BE11B0"/>
    <w:rsid w:val="00BE229F"/>
    <w:rsid w:val="00BE29BB"/>
    <w:rsid w:val="00BE42FF"/>
    <w:rsid w:val="00BE5C0A"/>
    <w:rsid w:val="00BF0075"/>
    <w:rsid w:val="00BF00FD"/>
    <w:rsid w:val="00BF0271"/>
    <w:rsid w:val="00BF18A6"/>
    <w:rsid w:val="00BF2A28"/>
    <w:rsid w:val="00BF3516"/>
    <w:rsid w:val="00BF4BE2"/>
    <w:rsid w:val="00BF77F6"/>
    <w:rsid w:val="00C0074C"/>
    <w:rsid w:val="00C01862"/>
    <w:rsid w:val="00C01923"/>
    <w:rsid w:val="00C01A93"/>
    <w:rsid w:val="00C01BC2"/>
    <w:rsid w:val="00C01EE6"/>
    <w:rsid w:val="00C02E9F"/>
    <w:rsid w:val="00C0307A"/>
    <w:rsid w:val="00C035B3"/>
    <w:rsid w:val="00C0598A"/>
    <w:rsid w:val="00C06BD9"/>
    <w:rsid w:val="00C104E9"/>
    <w:rsid w:val="00C10766"/>
    <w:rsid w:val="00C10D54"/>
    <w:rsid w:val="00C11D6C"/>
    <w:rsid w:val="00C1272A"/>
    <w:rsid w:val="00C12A2E"/>
    <w:rsid w:val="00C14945"/>
    <w:rsid w:val="00C14A41"/>
    <w:rsid w:val="00C1638B"/>
    <w:rsid w:val="00C179D2"/>
    <w:rsid w:val="00C17A67"/>
    <w:rsid w:val="00C17ACB"/>
    <w:rsid w:val="00C20FDD"/>
    <w:rsid w:val="00C2106F"/>
    <w:rsid w:val="00C211E9"/>
    <w:rsid w:val="00C212AB"/>
    <w:rsid w:val="00C21410"/>
    <w:rsid w:val="00C22167"/>
    <w:rsid w:val="00C2312B"/>
    <w:rsid w:val="00C236AA"/>
    <w:rsid w:val="00C23B70"/>
    <w:rsid w:val="00C2609B"/>
    <w:rsid w:val="00C26628"/>
    <w:rsid w:val="00C27845"/>
    <w:rsid w:val="00C312E7"/>
    <w:rsid w:val="00C3161B"/>
    <w:rsid w:val="00C321B8"/>
    <w:rsid w:val="00C322AF"/>
    <w:rsid w:val="00C3237B"/>
    <w:rsid w:val="00C32C45"/>
    <w:rsid w:val="00C32E33"/>
    <w:rsid w:val="00C33230"/>
    <w:rsid w:val="00C33341"/>
    <w:rsid w:val="00C3438B"/>
    <w:rsid w:val="00C34581"/>
    <w:rsid w:val="00C34C64"/>
    <w:rsid w:val="00C34EE4"/>
    <w:rsid w:val="00C34EED"/>
    <w:rsid w:val="00C36E37"/>
    <w:rsid w:val="00C37320"/>
    <w:rsid w:val="00C3781C"/>
    <w:rsid w:val="00C37EDE"/>
    <w:rsid w:val="00C406ED"/>
    <w:rsid w:val="00C40B1C"/>
    <w:rsid w:val="00C40FE4"/>
    <w:rsid w:val="00C415AE"/>
    <w:rsid w:val="00C4186C"/>
    <w:rsid w:val="00C43E53"/>
    <w:rsid w:val="00C467F6"/>
    <w:rsid w:val="00C46C6C"/>
    <w:rsid w:val="00C46ED2"/>
    <w:rsid w:val="00C515B4"/>
    <w:rsid w:val="00C51CC5"/>
    <w:rsid w:val="00C52A51"/>
    <w:rsid w:val="00C56061"/>
    <w:rsid w:val="00C56471"/>
    <w:rsid w:val="00C56FB7"/>
    <w:rsid w:val="00C578BA"/>
    <w:rsid w:val="00C5796F"/>
    <w:rsid w:val="00C605D1"/>
    <w:rsid w:val="00C6074E"/>
    <w:rsid w:val="00C60D8B"/>
    <w:rsid w:val="00C615DE"/>
    <w:rsid w:val="00C6510C"/>
    <w:rsid w:val="00C666BB"/>
    <w:rsid w:val="00C71693"/>
    <w:rsid w:val="00C7204D"/>
    <w:rsid w:val="00C72716"/>
    <w:rsid w:val="00C73A94"/>
    <w:rsid w:val="00C751D3"/>
    <w:rsid w:val="00C753EB"/>
    <w:rsid w:val="00C75710"/>
    <w:rsid w:val="00C75821"/>
    <w:rsid w:val="00C75BB0"/>
    <w:rsid w:val="00C75F00"/>
    <w:rsid w:val="00C761C0"/>
    <w:rsid w:val="00C766D8"/>
    <w:rsid w:val="00C80773"/>
    <w:rsid w:val="00C80B1E"/>
    <w:rsid w:val="00C8181B"/>
    <w:rsid w:val="00C81FB8"/>
    <w:rsid w:val="00C82109"/>
    <w:rsid w:val="00C83DCC"/>
    <w:rsid w:val="00C869A7"/>
    <w:rsid w:val="00C86F01"/>
    <w:rsid w:val="00C905BF"/>
    <w:rsid w:val="00C90B1F"/>
    <w:rsid w:val="00C9124D"/>
    <w:rsid w:val="00C912B6"/>
    <w:rsid w:val="00C91846"/>
    <w:rsid w:val="00C91BA6"/>
    <w:rsid w:val="00C92C5C"/>
    <w:rsid w:val="00C936FA"/>
    <w:rsid w:val="00C93BB6"/>
    <w:rsid w:val="00C942DC"/>
    <w:rsid w:val="00C94880"/>
    <w:rsid w:val="00C94AC6"/>
    <w:rsid w:val="00C94DE6"/>
    <w:rsid w:val="00C9581A"/>
    <w:rsid w:val="00C95E04"/>
    <w:rsid w:val="00C978CA"/>
    <w:rsid w:val="00CA14F9"/>
    <w:rsid w:val="00CA324E"/>
    <w:rsid w:val="00CA3933"/>
    <w:rsid w:val="00CA4BCF"/>
    <w:rsid w:val="00CA5F4F"/>
    <w:rsid w:val="00CA62D7"/>
    <w:rsid w:val="00CA7385"/>
    <w:rsid w:val="00CA76BC"/>
    <w:rsid w:val="00CB00C5"/>
    <w:rsid w:val="00CB03AA"/>
    <w:rsid w:val="00CB3CCB"/>
    <w:rsid w:val="00CB3E0B"/>
    <w:rsid w:val="00CB4A4C"/>
    <w:rsid w:val="00CB4CCB"/>
    <w:rsid w:val="00CB5692"/>
    <w:rsid w:val="00CB5848"/>
    <w:rsid w:val="00CB65C4"/>
    <w:rsid w:val="00CB74FA"/>
    <w:rsid w:val="00CB7817"/>
    <w:rsid w:val="00CC027E"/>
    <w:rsid w:val="00CC1B95"/>
    <w:rsid w:val="00CC1F73"/>
    <w:rsid w:val="00CC28EE"/>
    <w:rsid w:val="00CC3085"/>
    <w:rsid w:val="00CC360A"/>
    <w:rsid w:val="00CC3E34"/>
    <w:rsid w:val="00CC4B95"/>
    <w:rsid w:val="00CC524D"/>
    <w:rsid w:val="00CC52B8"/>
    <w:rsid w:val="00CC5402"/>
    <w:rsid w:val="00CC5950"/>
    <w:rsid w:val="00CC59E7"/>
    <w:rsid w:val="00CC6E37"/>
    <w:rsid w:val="00CC6FCB"/>
    <w:rsid w:val="00CC7060"/>
    <w:rsid w:val="00CC7320"/>
    <w:rsid w:val="00CC7F25"/>
    <w:rsid w:val="00CD057A"/>
    <w:rsid w:val="00CD0622"/>
    <w:rsid w:val="00CD1039"/>
    <w:rsid w:val="00CD1163"/>
    <w:rsid w:val="00CD2066"/>
    <w:rsid w:val="00CD331E"/>
    <w:rsid w:val="00CD4DB2"/>
    <w:rsid w:val="00CD4F58"/>
    <w:rsid w:val="00CD5BDD"/>
    <w:rsid w:val="00CD63F6"/>
    <w:rsid w:val="00CD6A58"/>
    <w:rsid w:val="00CD7B57"/>
    <w:rsid w:val="00CE0350"/>
    <w:rsid w:val="00CE159A"/>
    <w:rsid w:val="00CE1940"/>
    <w:rsid w:val="00CE2ADD"/>
    <w:rsid w:val="00CE2BB3"/>
    <w:rsid w:val="00CE3CBC"/>
    <w:rsid w:val="00CE4C05"/>
    <w:rsid w:val="00CE4CEA"/>
    <w:rsid w:val="00CE518C"/>
    <w:rsid w:val="00CE728E"/>
    <w:rsid w:val="00CE7674"/>
    <w:rsid w:val="00CE77F9"/>
    <w:rsid w:val="00CF00B1"/>
    <w:rsid w:val="00CF13AB"/>
    <w:rsid w:val="00CF18A4"/>
    <w:rsid w:val="00CF214B"/>
    <w:rsid w:val="00CF29D4"/>
    <w:rsid w:val="00CF3875"/>
    <w:rsid w:val="00CF54E0"/>
    <w:rsid w:val="00CF586D"/>
    <w:rsid w:val="00CF5CA7"/>
    <w:rsid w:val="00CF677B"/>
    <w:rsid w:val="00CF754F"/>
    <w:rsid w:val="00D0334E"/>
    <w:rsid w:val="00D039DC"/>
    <w:rsid w:val="00D07BD9"/>
    <w:rsid w:val="00D10715"/>
    <w:rsid w:val="00D1079B"/>
    <w:rsid w:val="00D10B9E"/>
    <w:rsid w:val="00D115A0"/>
    <w:rsid w:val="00D1179B"/>
    <w:rsid w:val="00D12789"/>
    <w:rsid w:val="00D12ECC"/>
    <w:rsid w:val="00D13FB3"/>
    <w:rsid w:val="00D140FD"/>
    <w:rsid w:val="00D151E0"/>
    <w:rsid w:val="00D20F68"/>
    <w:rsid w:val="00D21EA8"/>
    <w:rsid w:val="00D222E1"/>
    <w:rsid w:val="00D22A1C"/>
    <w:rsid w:val="00D24150"/>
    <w:rsid w:val="00D24FA2"/>
    <w:rsid w:val="00D256F6"/>
    <w:rsid w:val="00D25D2B"/>
    <w:rsid w:val="00D26A05"/>
    <w:rsid w:val="00D271A0"/>
    <w:rsid w:val="00D33484"/>
    <w:rsid w:val="00D33EBA"/>
    <w:rsid w:val="00D340CF"/>
    <w:rsid w:val="00D34A3F"/>
    <w:rsid w:val="00D34D4C"/>
    <w:rsid w:val="00D3567D"/>
    <w:rsid w:val="00D379ED"/>
    <w:rsid w:val="00D401BC"/>
    <w:rsid w:val="00D4076C"/>
    <w:rsid w:val="00D4109E"/>
    <w:rsid w:val="00D412FC"/>
    <w:rsid w:val="00D4208C"/>
    <w:rsid w:val="00D428B9"/>
    <w:rsid w:val="00D4302F"/>
    <w:rsid w:val="00D44045"/>
    <w:rsid w:val="00D44398"/>
    <w:rsid w:val="00D45547"/>
    <w:rsid w:val="00D4557C"/>
    <w:rsid w:val="00D45F66"/>
    <w:rsid w:val="00D46305"/>
    <w:rsid w:val="00D46AAA"/>
    <w:rsid w:val="00D46C65"/>
    <w:rsid w:val="00D50140"/>
    <w:rsid w:val="00D5086B"/>
    <w:rsid w:val="00D51A85"/>
    <w:rsid w:val="00D51FC5"/>
    <w:rsid w:val="00D544C9"/>
    <w:rsid w:val="00D549BE"/>
    <w:rsid w:val="00D55613"/>
    <w:rsid w:val="00D5716D"/>
    <w:rsid w:val="00D6040C"/>
    <w:rsid w:val="00D60FCC"/>
    <w:rsid w:val="00D613B7"/>
    <w:rsid w:val="00D624E6"/>
    <w:rsid w:val="00D62C0D"/>
    <w:rsid w:val="00D63118"/>
    <w:rsid w:val="00D63335"/>
    <w:rsid w:val="00D63C0F"/>
    <w:rsid w:val="00D6541D"/>
    <w:rsid w:val="00D673A1"/>
    <w:rsid w:val="00D67F79"/>
    <w:rsid w:val="00D67F95"/>
    <w:rsid w:val="00D70236"/>
    <w:rsid w:val="00D709B5"/>
    <w:rsid w:val="00D71C76"/>
    <w:rsid w:val="00D71EF1"/>
    <w:rsid w:val="00D73660"/>
    <w:rsid w:val="00D738AE"/>
    <w:rsid w:val="00D7421D"/>
    <w:rsid w:val="00D74A4B"/>
    <w:rsid w:val="00D75367"/>
    <w:rsid w:val="00D7615F"/>
    <w:rsid w:val="00D82061"/>
    <w:rsid w:val="00D82415"/>
    <w:rsid w:val="00D847BF"/>
    <w:rsid w:val="00D86B29"/>
    <w:rsid w:val="00D86F6D"/>
    <w:rsid w:val="00D873CE"/>
    <w:rsid w:val="00D87BE7"/>
    <w:rsid w:val="00D908F3"/>
    <w:rsid w:val="00D9139B"/>
    <w:rsid w:val="00D928A5"/>
    <w:rsid w:val="00D929A2"/>
    <w:rsid w:val="00D92B9C"/>
    <w:rsid w:val="00D9422D"/>
    <w:rsid w:val="00D97B92"/>
    <w:rsid w:val="00D97C1F"/>
    <w:rsid w:val="00DA0D45"/>
    <w:rsid w:val="00DA1273"/>
    <w:rsid w:val="00DA1812"/>
    <w:rsid w:val="00DA221E"/>
    <w:rsid w:val="00DA22BC"/>
    <w:rsid w:val="00DA34CB"/>
    <w:rsid w:val="00DA4817"/>
    <w:rsid w:val="00DA48D0"/>
    <w:rsid w:val="00DA525F"/>
    <w:rsid w:val="00DA60C9"/>
    <w:rsid w:val="00DA793F"/>
    <w:rsid w:val="00DB0C53"/>
    <w:rsid w:val="00DB0D40"/>
    <w:rsid w:val="00DB2318"/>
    <w:rsid w:val="00DB4B38"/>
    <w:rsid w:val="00DB4BC2"/>
    <w:rsid w:val="00DB4C33"/>
    <w:rsid w:val="00DB7A8D"/>
    <w:rsid w:val="00DC14A7"/>
    <w:rsid w:val="00DC1B27"/>
    <w:rsid w:val="00DC2B5A"/>
    <w:rsid w:val="00DC3665"/>
    <w:rsid w:val="00DC39FC"/>
    <w:rsid w:val="00DC3A50"/>
    <w:rsid w:val="00DC3E9A"/>
    <w:rsid w:val="00DC40DA"/>
    <w:rsid w:val="00DC5720"/>
    <w:rsid w:val="00DC5A41"/>
    <w:rsid w:val="00DC63BC"/>
    <w:rsid w:val="00DC6CA3"/>
    <w:rsid w:val="00DC6E8E"/>
    <w:rsid w:val="00DC6F0C"/>
    <w:rsid w:val="00DC6F46"/>
    <w:rsid w:val="00DC7101"/>
    <w:rsid w:val="00DC75EE"/>
    <w:rsid w:val="00DD120E"/>
    <w:rsid w:val="00DD1DCC"/>
    <w:rsid w:val="00DD2081"/>
    <w:rsid w:val="00DD208A"/>
    <w:rsid w:val="00DD284D"/>
    <w:rsid w:val="00DD339B"/>
    <w:rsid w:val="00DD4752"/>
    <w:rsid w:val="00DD621B"/>
    <w:rsid w:val="00DD7395"/>
    <w:rsid w:val="00DE0DE0"/>
    <w:rsid w:val="00DE1B73"/>
    <w:rsid w:val="00DE1D7F"/>
    <w:rsid w:val="00DE1EB8"/>
    <w:rsid w:val="00DE284F"/>
    <w:rsid w:val="00DE2941"/>
    <w:rsid w:val="00DE359E"/>
    <w:rsid w:val="00DE3FE8"/>
    <w:rsid w:val="00DE5851"/>
    <w:rsid w:val="00DE665B"/>
    <w:rsid w:val="00DE76C2"/>
    <w:rsid w:val="00DF0617"/>
    <w:rsid w:val="00DF08F0"/>
    <w:rsid w:val="00DF2627"/>
    <w:rsid w:val="00DF2EB2"/>
    <w:rsid w:val="00DF4A07"/>
    <w:rsid w:val="00DF5FA2"/>
    <w:rsid w:val="00DF6053"/>
    <w:rsid w:val="00DF6103"/>
    <w:rsid w:val="00DF6621"/>
    <w:rsid w:val="00DF6E10"/>
    <w:rsid w:val="00DF74C7"/>
    <w:rsid w:val="00E02330"/>
    <w:rsid w:val="00E02F07"/>
    <w:rsid w:val="00E0360D"/>
    <w:rsid w:val="00E03B96"/>
    <w:rsid w:val="00E03D63"/>
    <w:rsid w:val="00E046A0"/>
    <w:rsid w:val="00E052B3"/>
    <w:rsid w:val="00E063F7"/>
    <w:rsid w:val="00E0710C"/>
    <w:rsid w:val="00E073ED"/>
    <w:rsid w:val="00E07A0F"/>
    <w:rsid w:val="00E11864"/>
    <w:rsid w:val="00E11960"/>
    <w:rsid w:val="00E12032"/>
    <w:rsid w:val="00E13D58"/>
    <w:rsid w:val="00E14033"/>
    <w:rsid w:val="00E14C7D"/>
    <w:rsid w:val="00E14C81"/>
    <w:rsid w:val="00E156A7"/>
    <w:rsid w:val="00E15ACE"/>
    <w:rsid w:val="00E161D6"/>
    <w:rsid w:val="00E17D38"/>
    <w:rsid w:val="00E17D52"/>
    <w:rsid w:val="00E22037"/>
    <w:rsid w:val="00E23CFD"/>
    <w:rsid w:val="00E241EA"/>
    <w:rsid w:val="00E2485A"/>
    <w:rsid w:val="00E24909"/>
    <w:rsid w:val="00E25946"/>
    <w:rsid w:val="00E26293"/>
    <w:rsid w:val="00E26D83"/>
    <w:rsid w:val="00E30D23"/>
    <w:rsid w:val="00E32BCF"/>
    <w:rsid w:val="00E33562"/>
    <w:rsid w:val="00E3522D"/>
    <w:rsid w:val="00E35A5A"/>
    <w:rsid w:val="00E35D7C"/>
    <w:rsid w:val="00E36E55"/>
    <w:rsid w:val="00E40FA2"/>
    <w:rsid w:val="00E41B52"/>
    <w:rsid w:val="00E43EED"/>
    <w:rsid w:val="00E44720"/>
    <w:rsid w:val="00E44A0A"/>
    <w:rsid w:val="00E4529E"/>
    <w:rsid w:val="00E45F3A"/>
    <w:rsid w:val="00E46250"/>
    <w:rsid w:val="00E47B37"/>
    <w:rsid w:val="00E50D35"/>
    <w:rsid w:val="00E53195"/>
    <w:rsid w:val="00E56DA1"/>
    <w:rsid w:val="00E56F8B"/>
    <w:rsid w:val="00E611CE"/>
    <w:rsid w:val="00E622D0"/>
    <w:rsid w:val="00E63720"/>
    <w:rsid w:val="00E64359"/>
    <w:rsid w:val="00E64570"/>
    <w:rsid w:val="00E64B63"/>
    <w:rsid w:val="00E6683F"/>
    <w:rsid w:val="00E670C7"/>
    <w:rsid w:val="00E67343"/>
    <w:rsid w:val="00E70D8C"/>
    <w:rsid w:val="00E724FD"/>
    <w:rsid w:val="00E7392E"/>
    <w:rsid w:val="00E74D81"/>
    <w:rsid w:val="00E74DE7"/>
    <w:rsid w:val="00E7549F"/>
    <w:rsid w:val="00E75734"/>
    <w:rsid w:val="00E75C33"/>
    <w:rsid w:val="00E80204"/>
    <w:rsid w:val="00E80B2C"/>
    <w:rsid w:val="00E8132E"/>
    <w:rsid w:val="00E81CC0"/>
    <w:rsid w:val="00E82D0A"/>
    <w:rsid w:val="00E83B9C"/>
    <w:rsid w:val="00E84E38"/>
    <w:rsid w:val="00E857B5"/>
    <w:rsid w:val="00E86FBD"/>
    <w:rsid w:val="00E876AA"/>
    <w:rsid w:val="00E90725"/>
    <w:rsid w:val="00E90A36"/>
    <w:rsid w:val="00E91FF3"/>
    <w:rsid w:val="00E938D2"/>
    <w:rsid w:val="00E93BC3"/>
    <w:rsid w:val="00E95687"/>
    <w:rsid w:val="00E956A0"/>
    <w:rsid w:val="00E956D6"/>
    <w:rsid w:val="00E96553"/>
    <w:rsid w:val="00E96884"/>
    <w:rsid w:val="00E96CD1"/>
    <w:rsid w:val="00E9711E"/>
    <w:rsid w:val="00E9742C"/>
    <w:rsid w:val="00EA0451"/>
    <w:rsid w:val="00EA1021"/>
    <w:rsid w:val="00EA1350"/>
    <w:rsid w:val="00EA27AC"/>
    <w:rsid w:val="00EA285D"/>
    <w:rsid w:val="00EA3DC7"/>
    <w:rsid w:val="00EA5291"/>
    <w:rsid w:val="00EA5C11"/>
    <w:rsid w:val="00EA6685"/>
    <w:rsid w:val="00EA6F23"/>
    <w:rsid w:val="00EB0061"/>
    <w:rsid w:val="00EB0B5E"/>
    <w:rsid w:val="00EB2996"/>
    <w:rsid w:val="00EB2F1B"/>
    <w:rsid w:val="00EB37A1"/>
    <w:rsid w:val="00EB3ACF"/>
    <w:rsid w:val="00EB4B2E"/>
    <w:rsid w:val="00EB4F38"/>
    <w:rsid w:val="00EB5E9A"/>
    <w:rsid w:val="00EB653A"/>
    <w:rsid w:val="00EB693A"/>
    <w:rsid w:val="00EB6EAE"/>
    <w:rsid w:val="00EB6EEC"/>
    <w:rsid w:val="00EB754B"/>
    <w:rsid w:val="00EC049F"/>
    <w:rsid w:val="00EC2010"/>
    <w:rsid w:val="00EC2B64"/>
    <w:rsid w:val="00EC451D"/>
    <w:rsid w:val="00EC4754"/>
    <w:rsid w:val="00EC487E"/>
    <w:rsid w:val="00EC59E2"/>
    <w:rsid w:val="00EC5CE4"/>
    <w:rsid w:val="00EC74DF"/>
    <w:rsid w:val="00EC7DCA"/>
    <w:rsid w:val="00ED3274"/>
    <w:rsid w:val="00ED3AD2"/>
    <w:rsid w:val="00ED58E0"/>
    <w:rsid w:val="00ED768F"/>
    <w:rsid w:val="00EE0061"/>
    <w:rsid w:val="00EE0887"/>
    <w:rsid w:val="00EE14FD"/>
    <w:rsid w:val="00EE1897"/>
    <w:rsid w:val="00EE1DE5"/>
    <w:rsid w:val="00EE277E"/>
    <w:rsid w:val="00EE2EB9"/>
    <w:rsid w:val="00EE4469"/>
    <w:rsid w:val="00EE5CF6"/>
    <w:rsid w:val="00EE794E"/>
    <w:rsid w:val="00EF1A79"/>
    <w:rsid w:val="00EF2A4A"/>
    <w:rsid w:val="00EF3400"/>
    <w:rsid w:val="00EF3F3D"/>
    <w:rsid w:val="00EF4423"/>
    <w:rsid w:val="00EF5AFE"/>
    <w:rsid w:val="00EF67BF"/>
    <w:rsid w:val="00EF6B85"/>
    <w:rsid w:val="00EF7670"/>
    <w:rsid w:val="00F00278"/>
    <w:rsid w:val="00F00604"/>
    <w:rsid w:val="00F013D1"/>
    <w:rsid w:val="00F025E8"/>
    <w:rsid w:val="00F02673"/>
    <w:rsid w:val="00F0279F"/>
    <w:rsid w:val="00F045A3"/>
    <w:rsid w:val="00F059E6"/>
    <w:rsid w:val="00F06D47"/>
    <w:rsid w:val="00F0786F"/>
    <w:rsid w:val="00F07A07"/>
    <w:rsid w:val="00F106FC"/>
    <w:rsid w:val="00F11C0F"/>
    <w:rsid w:val="00F1266C"/>
    <w:rsid w:val="00F14107"/>
    <w:rsid w:val="00F157F1"/>
    <w:rsid w:val="00F15FD9"/>
    <w:rsid w:val="00F17497"/>
    <w:rsid w:val="00F17F86"/>
    <w:rsid w:val="00F2050C"/>
    <w:rsid w:val="00F206E8"/>
    <w:rsid w:val="00F211F9"/>
    <w:rsid w:val="00F21276"/>
    <w:rsid w:val="00F23BAB"/>
    <w:rsid w:val="00F24B20"/>
    <w:rsid w:val="00F24FE6"/>
    <w:rsid w:val="00F255A7"/>
    <w:rsid w:val="00F26C1A"/>
    <w:rsid w:val="00F27D14"/>
    <w:rsid w:val="00F302FD"/>
    <w:rsid w:val="00F30383"/>
    <w:rsid w:val="00F3045F"/>
    <w:rsid w:val="00F31BDC"/>
    <w:rsid w:val="00F32561"/>
    <w:rsid w:val="00F32785"/>
    <w:rsid w:val="00F355EC"/>
    <w:rsid w:val="00F36425"/>
    <w:rsid w:val="00F36776"/>
    <w:rsid w:val="00F36BDB"/>
    <w:rsid w:val="00F3779A"/>
    <w:rsid w:val="00F41259"/>
    <w:rsid w:val="00F41385"/>
    <w:rsid w:val="00F43E50"/>
    <w:rsid w:val="00F44837"/>
    <w:rsid w:val="00F448E6"/>
    <w:rsid w:val="00F44E6F"/>
    <w:rsid w:val="00F4625C"/>
    <w:rsid w:val="00F46BD4"/>
    <w:rsid w:val="00F46BF7"/>
    <w:rsid w:val="00F475B7"/>
    <w:rsid w:val="00F5185E"/>
    <w:rsid w:val="00F51E6B"/>
    <w:rsid w:val="00F52D67"/>
    <w:rsid w:val="00F54155"/>
    <w:rsid w:val="00F54C47"/>
    <w:rsid w:val="00F551D2"/>
    <w:rsid w:val="00F554C4"/>
    <w:rsid w:val="00F55BEE"/>
    <w:rsid w:val="00F55F6F"/>
    <w:rsid w:val="00F57277"/>
    <w:rsid w:val="00F60B6D"/>
    <w:rsid w:val="00F60FE3"/>
    <w:rsid w:val="00F615AE"/>
    <w:rsid w:val="00F6260C"/>
    <w:rsid w:val="00F6290B"/>
    <w:rsid w:val="00F6334A"/>
    <w:rsid w:val="00F66BE9"/>
    <w:rsid w:val="00F66E6E"/>
    <w:rsid w:val="00F70E89"/>
    <w:rsid w:val="00F72791"/>
    <w:rsid w:val="00F728FB"/>
    <w:rsid w:val="00F73097"/>
    <w:rsid w:val="00F73669"/>
    <w:rsid w:val="00F74478"/>
    <w:rsid w:val="00F75269"/>
    <w:rsid w:val="00F75FA4"/>
    <w:rsid w:val="00F769A4"/>
    <w:rsid w:val="00F76B6F"/>
    <w:rsid w:val="00F8109C"/>
    <w:rsid w:val="00F81244"/>
    <w:rsid w:val="00F82257"/>
    <w:rsid w:val="00F84621"/>
    <w:rsid w:val="00F848C7"/>
    <w:rsid w:val="00F84F12"/>
    <w:rsid w:val="00F85727"/>
    <w:rsid w:val="00F87072"/>
    <w:rsid w:val="00F87B85"/>
    <w:rsid w:val="00F87CC8"/>
    <w:rsid w:val="00F90197"/>
    <w:rsid w:val="00F90720"/>
    <w:rsid w:val="00F90922"/>
    <w:rsid w:val="00F90BBB"/>
    <w:rsid w:val="00F922E7"/>
    <w:rsid w:val="00F92395"/>
    <w:rsid w:val="00F92BE2"/>
    <w:rsid w:val="00F932A3"/>
    <w:rsid w:val="00F93CF7"/>
    <w:rsid w:val="00F95292"/>
    <w:rsid w:val="00F95C98"/>
    <w:rsid w:val="00F96102"/>
    <w:rsid w:val="00F97AD3"/>
    <w:rsid w:val="00F97C73"/>
    <w:rsid w:val="00FA17F0"/>
    <w:rsid w:val="00FA203D"/>
    <w:rsid w:val="00FA2E88"/>
    <w:rsid w:val="00FA359E"/>
    <w:rsid w:val="00FA46EE"/>
    <w:rsid w:val="00FA4E0B"/>
    <w:rsid w:val="00FA62F7"/>
    <w:rsid w:val="00FA64DA"/>
    <w:rsid w:val="00FA6740"/>
    <w:rsid w:val="00FA7A4D"/>
    <w:rsid w:val="00FA7C52"/>
    <w:rsid w:val="00FA7FDE"/>
    <w:rsid w:val="00FB031B"/>
    <w:rsid w:val="00FB157E"/>
    <w:rsid w:val="00FB16D4"/>
    <w:rsid w:val="00FB30B0"/>
    <w:rsid w:val="00FB57FE"/>
    <w:rsid w:val="00FB5EFB"/>
    <w:rsid w:val="00FB7670"/>
    <w:rsid w:val="00FB7D19"/>
    <w:rsid w:val="00FC01AA"/>
    <w:rsid w:val="00FC14FD"/>
    <w:rsid w:val="00FC170C"/>
    <w:rsid w:val="00FC271A"/>
    <w:rsid w:val="00FC2A5B"/>
    <w:rsid w:val="00FC2AE5"/>
    <w:rsid w:val="00FC2D24"/>
    <w:rsid w:val="00FC411D"/>
    <w:rsid w:val="00FC46E8"/>
    <w:rsid w:val="00FC58F0"/>
    <w:rsid w:val="00FC59A6"/>
    <w:rsid w:val="00FC764D"/>
    <w:rsid w:val="00FC772D"/>
    <w:rsid w:val="00FD02C8"/>
    <w:rsid w:val="00FD1099"/>
    <w:rsid w:val="00FD1AB3"/>
    <w:rsid w:val="00FD2578"/>
    <w:rsid w:val="00FD26F8"/>
    <w:rsid w:val="00FD317A"/>
    <w:rsid w:val="00FD5270"/>
    <w:rsid w:val="00FD5E26"/>
    <w:rsid w:val="00FD63A1"/>
    <w:rsid w:val="00FE07E6"/>
    <w:rsid w:val="00FE08C0"/>
    <w:rsid w:val="00FE1535"/>
    <w:rsid w:val="00FE168B"/>
    <w:rsid w:val="00FE34EA"/>
    <w:rsid w:val="00FE3673"/>
    <w:rsid w:val="00FE3AFA"/>
    <w:rsid w:val="00FE682F"/>
    <w:rsid w:val="00FE69F0"/>
    <w:rsid w:val="00FE71A5"/>
    <w:rsid w:val="00FE729D"/>
    <w:rsid w:val="00FE7375"/>
    <w:rsid w:val="00FE76AB"/>
    <w:rsid w:val="00FF0542"/>
    <w:rsid w:val="00FF1E08"/>
    <w:rsid w:val="00FF2347"/>
    <w:rsid w:val="00FF2597"/>
    <w:rsid w:val="00FF4ACB"/>
    <w:rsid w:val="00FF5E0C"/>
    <w:rsid w:val="2A89467F"/>
    <w:rsid w:val="2D0F0197"/>
    <w:rsid w:val="394937B7"/>
    <w:rsid w:val="42EB096F"/>
    <w:rsid w:val="52E00999"/>
    <w:rsid w:val="6DC554A4"/>
    <w:rsid w:val="7B9A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湖北文理学院</Company>
  <Pages>7</Pages>
  <Words>785</Words>
  <Characters>4478</Characters>
  <Lines>0</Lines>
  <Paragraphs>0</Paragraphs>
  <TotalTime>430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2020-05-11T01:22:00Z</dcterms:created>
  <dc:creator>user</dc:creator>
  <cp:lastModifiedBy>A</cp:lastModifiedBy>
  <dcterms:modified xsi:type="dcterms:W3CDTF">2021-04-27T02:49:22Z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E316BEE821F14CD08CBD2DCA8DAA72D4</vt:lpwstr>
  </property>
</Properties>
</file>